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1E6BB8" w14:textId="77777777" w:rsidR="00A21973" w:rsidRPr="00945745" w:rsidRDefault="00A21973" w:rsidP="00A2197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0"/>
        </w:rPr>
      </w:pPr>
      <w:r w:rsidRPr="00945745">
        <w:rPr>
          <w:rFonts w:ascii="Arial" w:hAnsi="Arial" w:cs="Arial"/>
          <w:b/>
          <w:sz w:val="20"/>
          <w:u w:val="single"/>
        </w:rPr>
        <w:t>Příloha 3</w:t>
      </w:r>
    </w:p>
    <w:p w14:paraId="28171DFA" w14:textId="379F5F44" w:rsidR="00A21973" w:rsidRDefault="00A21973" w:rsidP="00A2197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0"/>
        </w:rPr>
      </w:pPr>
      <w:r w:rsidRPr="00945745">
        <w:rPr>
          <w:rFonts w:ascii="Arial" w:hAnsi="Arial" w:cs="Arial"/>
          <w:b/>
          <w:sz w:val="20"/>
        </w:rPr>
        <w:t>Technické parametry uváděné účastníkem</w:t>
      </w:r>
    </w:p>
    <w:p w14:paraId="781685D2" w14:textId="28BD29C0" w:rsidR="00395E52" w:rsidRPr="00BF38C7" w:rsidRDefault="007E1785" w:rsidP="00A2197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0"/>
        </w:rPr>
      </w:pPr>
      <w:r w:rsidRPr="0015109A">
        <w:rPr>
          <w:rFonts w:ascii="Arial Black" w:hAnsi="Arial Black"/>
          <w:b/>
          <w:bCs/>
          <w:szCs w:val="24"/>
        </w:rPr>
        <w:t>Měniče pro REC a DOÚS</w:t>
      </w:r>
    </w:p>
    <w:tbl>
      <w:tblPr>
        <w:tblW w:w="10207" w:type="dxa"/>
        <w:tblInd w:w="-279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95"/>
        <w:gridCol w:w="709"/>
        <w:gridCol w:w="3118"/>
        <w:gridCol w:w="1985"/>
      </w:tblGrid>
      <w:tr w:rsidR="00395E52" w:rsidRPr="00F51DA6" w14:paraId="5AB3B5B3" w14:textId="7BD07786" w:rsidTr="002B2D78">
        <w:trPr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901178" w14:textId="77777777" w:rsidR="00395E52" w:rsidRPr="00F51DA6" w:rsidDel="008A7B43" w:rsidRDefault="00395E52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F51DA6">
              <w:rPr>
                <w:rFonts w:cs="Arial"/>
                <w:b/>
                <w:snapToGrid w:val="0"/>
                <w:color w:val="000000"/>
                <w:szCs w:val="22"/>
              </w:rPr>
              <w:t>Název položky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CFB2859" w14:textId="77777777" w:rsidR="00395E52" w:rsidRPr="00F51DA6" w:rsidRDefault="00395E52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315F30" w14:textId="77777777" w:rsidR="00395E52" w:rsidRPr="00F51DA6" w:rsidRDefault="00395E52" w:rsidP="00395E5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F51DA6">
              <w:rPr>
                <w:rFonts w:cs="Arial"/>
                <w:b/>
                <w:snapToGrid w:val="0"/>
                <w:color w:val="000000"/>
                <w:szCs w:val="22"/>
              </w:rPr>
              <w:t xml:space="preserve">Požadavek zadavatele </w:t>
            </w:r>
          </w:p>
          <w:p w14:paraId="07865249" w14:textId="051D88E3" w:rsidR="00395E52" w:rsidRPr="00F51DA6" w:rsidDel="00672EF4" w:rsidRDefault="00395E52" w:rsidP="00395E5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F51DA6">
              <w:rPr>
                <w:rFonts w:cs="Arial"/>
                <w:szCs w:val="22"/>
              </w:rPr>
              <w:t>Údaje k potvrzení nabídky dodavatele – ANO/NE nebo k doplnění dodavatelem</w:t>
            </w:r>
          </w:p>
        </w:tc>
      </w:tr>
      <w:tr w:rsidR="00F60000" w:rsidRPr="00F51DA6" w14:paraId="3E23D340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2E09" w14:textId="486BF1AA" w:rsidR="00F60000" w:rsidRPr="00F51DA6" w:rsidRDefault="00F60000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Země původu (umístění výrobního závodu)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C957" w14:textId="77777777" w:rsidR="00F60000" w:rsidRPr="00F51DA6" w:rsidRDefault="00F60000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DFAD" w14:textId="77777777" w:rsidR="00F60000" w:rsidRPr="00F51DA6" w:rsidRDefault="00F60000" w:rsidP="001D6A2B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DE38" w14:textId="7982EB35" w:rsidR="00F60000" w:rsidRPr="00F51DA6" w:rsidRDefault="00F60000" w:rsidP="001D6A2B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vyplní uchazeč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4A040440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E7BB" w14:textId="7C777B58" w:rsidR="00F60000" w:rsidRPr="00F51DA6" w:rsidRDefault="00F60000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Označení typové řady výrobku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BA10" w14:textId="77777777" w:rsidR="00F60000" w:rsidRPr="00F51DA6" w:rsidRDefault="00F60000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DC71" w14:textId="77777777" w:rsidR="00F60000" w:rsidRPr="00F51DA6" w:rsidRDefault="00F60000" w:rsidP="001D6A2B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B2B7" w14:textId="0EC3D0F0" w:rsidR="00F60000" w:rsidRPr="00F51DA6" w:rsidRDefault="00F60000" w:rsidP="001D6A2B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vyplní uchazeč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701B6F" w:rsidRPr="00F51DA6" w14:paraId="77480CBC" w14:textId="77777777" w:rsidTr="00C007A0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094A" w14:textId="370750F9" w:rsidR="00701B6F" w:rsidRPr="00F51DA6" w:rsidRDefault="00701B6F" w:rsidP="001D6A2B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C160C8">
              <w:rPr>
                <w:rFonts w:cs="Arial"/>
                <w:b/>
                <w:snapToGrid w:val="0"/>
                <w:color w:val="000000"/>
                <w:szCs w:val="22"/>
              </w:rPr>
              <w:t>Parametry sítě VN</w:t>
            </w:r>
          </w:p>
        </w:tc>
      </w:tr>
      <w:tr w:rsidR="00F60000" w:rsidRPr="00F51DA6" w14:paraId="5989AD55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CABC" w14:textId="44EED78A" w:rsidR="00F60000" w:rsidRPr="00F60000" w:rsidRDefault="00F60000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  <w:vertAlign w:val="subscript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Jmenovité napětí sítě U</w:t>
            </w:r>
            <w:r>
              <w:rPr>
                <w:rFonts w:cs="Arial"/>
                <w:snapToGrid w:val="0"/>
                <w:color w:val="000000"/>
                <w:szCs w:val="22"/>
                <w:vertAlign w:val="subscript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7459" w14:textId="4ED9CE8D" w:rsidR="00F60000" w:rsidRPr="00F51DA6" w:rsidRDefault="00F60000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634E" w14:textId="2902E0BB" w:rsidR="00F60000" w:rsidRPr="00F51DA6" w:rsidRDefault="00F60000" w:rsidP="00701B6F">
            <w:pPr>
              <w:pStyle w:val="Zkladntext"/>
              <w:tabs>
                <w:tab w:val="decimal" w:pos="823"/>
              </w:tabs>
              <w:spacing w:before="40" w:after="20"/>
              <w:ind w:left="57" w:right="851"/>
              <w:jc w:val="center"/>
              <w:rPr>
                <w:rFonts w:cs="Arial"/>
                <w:szCs w:val="22"/>
              </w:rPr>
            </w:pPr>
            <w:r w:rsidRPr="00F60000">
              <w:rPr>
                <w:rFonts w:cs="Arial"/>
                <w:szCs w:val="22"/>
              </w:rPr>
              <w:t>3 ~ 12,7/22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9388" w14:textId="501E166E" w:rsidR="00F60000" w:rsidRPr="00F51DA6" w:rsidRDefault="00F60000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76F595B0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1B7B" w14:textId="762A24A3" w:rsidR="00F60000" w:rsidRPr="00F60000" w:rsidRDefault="00F60000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Nejvyšší napětí sítě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2741" w14:textId="4531BBC2" w:rsidR="00F60000" w:rsidRPr="00F51DA6" w:rsidRDefault="00F60000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E645" w14:textId="4034BE18" w:rsidR="00F60000" w:rsidRPr="00F51DA6" w:rsidRDefault="00F60000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851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AFFE" w14:textId="24BB3F2E" w:rsidR="00F60000" w:rsidRPr="00F51DA6" w:rsidRDefault="00F60000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74959C61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F5BC" w14:textId="6E2CF7F2" w:rsidR="00F60000" w:rsidRPr="00F60000" w:rsidRDefault="00F60000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Jmenovitá frekvence soustavy f</w:t>
            </w:r>
            <w:r>
              <w:rPr>
                <w:rFonts w:cs="Arial"/>
                <w:snapToGrid w:val="0"/>
                <w:color w:val="000000"/>
                <w:szCs w:val="22"/>
                <w:vertAlign w:val="subscript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1D03" w14:textId="45429B7A" w:rsidR="00F60000" w:rsidRPr="00F51DA6" w:rsidRDefault="00F60000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F5B4" w14:textId="48A192A0" w:rsidR="00F60000" w:rsidRPr="00F51DA6" w:rsidRDefault="00F60000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851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A64C" w14:textId="3E739DA7" w:rsidR="00F60000" w:rsidRPr="00F51DA6" w:rsidRDefault="00F60000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3F463BD1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2360" w14:textId="0C93F7BD" w:rsidR="00F60000" w:rsidRDefault="00F60000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Druh distribuční sítě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E9F9" w14:textId="77777777" w:rsidR="00F60000" w:rsidRDefault="00F60000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DD5F7" w14:textId="15500848" w:rsidR="00F60000" w:rsidRPr="00F60000" w:rsidRDefault="00F60000" w:rsidP="002B2D78">
            <w:pPr>
              <w:pStyle w:val="Zkladntext"/>
              <w:tabs>
                <w:tab w:val="decimal" w:pos="280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IT, IT</w:t>
            </w:r>
            <w:r>
              <w:rPr>
                <w:rFonts w:cs="Arial"/>
                <w:szCs w:val="22"/>
                <w:vertAlign w:val="subscript"/>
              </w:rPr>
              <w:t>(r)</w:t>
            </w:r>
            <w:r>
              <w:rPr>
                <w:rFonts w:cs="Arial"/>
                <w:szCs w:val="22"/>
              </w:rPr>
              <w:t xml:space="preserve"> (v izolovaném nulovém bodě připojena Petersonova tlumivka nebo odporník)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40E2" w14:textId="77777777" w:rsidR="00F60000" w:rsidRDefault="00F60000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</w:p>
          <w:p w14:paraId="59B63CC5" w14:textId="1FC8FB45" w:rsidR="00F60000" w:rsidRPr="00F51DA6" w:rsidRDefault="00F60000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701B6F" w:rsidRPr="00F51DA6" w14:paraId="62F975F8" w14:textId="77777777" w:rsidTr="008A49A5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A931" w14:textId="13A92048" w:rsidR="00701B6F" w:rsidRDefault="00701B6F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Charakteristika pracovního prostředí</w:t>
            </w:r>
          </w:p>
        </w:tc>
      </w:tr>
      <w:tr w:rsidR="002B2D78" w:rsidRPr="00F51DA6" w14:paraId="23355325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E7B4" w14:textId="69A6983C" w:rsidR="002B2D78" w:rsidRDefault="002B2D78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 xml:space="preserve">Prostředí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9AC9" w14:textId="77777777" w:rsidR="002B2D78" w:rsidRDefault="002B2D78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0C48" w14:textId="768B48FD" w:rsidR="002B2D78" w:rsidRDefault="002B2D78" w:rsidP="00F60000">
            <w:pPr>
              <w:pStyle w:val="Zkladntext"/>
              <w:tabs>
                <w:tab w:val="decimal" w:pos="6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Venkovní, dle PNE 33 0000-2, příloha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E8EC" w14:textId="37EF40D6" w:rsidR="002B2D78" w:rsidRDefault="002B2D78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2B2D78" w:rsidRPr="00F51DA6" w14:paraId="77694188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0894" w14:textId="79CEE292" w:rsidR="002B2D78" w:rsidRDefault="002B2D78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Rozsah teplot okolí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D202" w14:textId="77777777" w:rsidR="002B2D78" w:rsidRDefault="002B2D78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7211" w14:textId="29D96B5C" w:rsidR="002B2D78" w:rsidRDefault="002B2D78" w:rsidP="002B2D78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-33 až +40 °C, dle PNE 33 0000-2, tabulka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B9C2" w14:textId="709728CE" w:rsidR="002B2D78" w:rsidRDefault="002B2D78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2B2D78" w:rsidRPr="00F51DA6" w14:paraId="695B2243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D255" w14:textId="2E5155EB" w:rsidR="002B2D78" w:rsidRDefault="002B2D78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Nejvyšší nadmořská výška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F5D9" w14:textId="77777777" w:rsidR="002B2D78" w:rsidRDefault="002B2D78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6020" w14:textId="055776B7" w:rsidR="002B2D78" w:rsidRDefault="002B2D78" w:rsidP="00F60000">
            <w:pPr>
              <w:pStyle w:val="Zkladntext"/>
              <w:tabs>
                <w:tab w:val="decimal" w:pos="6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Do 1000 m, dle PNE 33 0000-2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5A61" w14:textId="72056995" w:rsidR="002B2D78" w:rsidRDefault="002B2D78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2B2D78" w:rsidRPr="00F51DA6" w14:paraId="786141DC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1E49" w14:textId="334EC132" w:rsidR="002B2D78" w:rsidRDefault="002B2D78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Stupeň znečištění ovzduší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D9F1" w14:textId="77777777" w:rsidR="002B2D78" w:rsidRDefault="002B2D78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E377" w14:textId="79B10A0F" w:rsidR="002B2D78" w:rsidRDefault="002B2D78" w:rsidP="002B2D78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III, dle ČSN 33 0405 (AF 3 dle PNE 33 0000-2)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422B" w14:textId="54B077FB" w:rsidR="002B2D78" w:rsidRDefault="002B2D78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2B2D78" w:rsidRPr="00F51DA6" w14:paraId="6E565251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0024" w14:textId="590E9662" w:rsidR="002B2D78" w:rsidRDefault="002B2D78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Nejvyšší námrazová oblast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5819" w14:textId="77777777" w:rsidR="002B2D78" w:rsidRDefault="002B2D78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6397" w14:textId="4F4A6BAA" w:rsidR="002B2D78" w:rsidRDefault="002B2D78" w:rsidP="00F60000">
            <w:pPr>
              <w:pStyle w:val="Zkladntext"/>
              <w:tabs>
                <w:tab w:val="decimal" w:pos="6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 18, dle PNE 33 3301 (kritická AU 4 dle PNE 33 0000-2)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C881" w14:textId="77777777" w:rsidR="002B2D78" w:rsidRDefault="002B2D78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</w:p>
          <w:p w14:paraId="0A976DA7" w14:textId="0C71FF74" w:rsidR="002B2D78" w:rsidRDefault="002B2D78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701B6F" w:rsidRPr="00F51DA6" w14:paraId="7550FA8B" w14:textId="77777777" w:rsidTr="005D46EC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7E3F" w14:textId="18625BAB" w:rsidR="00701B6F" w:rsidRDefault="00701B6F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Požadavky na přístrojové tansformátory</w:t>
            </w:r>
          </w:p>
        </w:tc>
      </w:tr>
      <w:tr w:rsidR="00395E52" w:rsidRPr="00F51DA6" w14:paraId="70FF433D" w14:textId="470F6D19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865E" w14:textId="565311E5" w:rsidR="00395E52" w:rsidRPr="00F51DA6" w:rsidRDefault="00395E52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 xml:space="preserve">Počet </w:t>
            </w:r>
            <w:r w:rsidR="002B2D78">
              <w:rPr>
                <w:rFonts w:cs="Arial"/>
                <w:szCs w:val="22"/>
              </w:rPr>
              <w:t>průchodek VN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A508" w14:textId="77777777" w:rsidR="00395E52" w:rsidRPr="00F51DA6" w:rsidRDefault="00395E52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F86C" w14:textId="77777777" w:rsidR="00395E52" w:rsidRPr="00F51DA6" w:rsidRDefault="00395E52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993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22DD" w14:textId="1E6EF7A6" w:rsidR="00395E52" w:rsidRPr="00F51DA6" w:rsidRDefault="00F60000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3ADF4E91" w14:textId="661B3666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6CAE" w14:textId="77777777" w:rsidR="00F60000" w:rsidRPr="00F51DA6" w:rsidRDefault="00F60000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Jmenovitý převod napětí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09E1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DF31" w14:textId="77777777" w:rsidR="00F60000" w:rsidRPr="00F51DA6" w:rsidRDefault="00F60000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993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22/0,1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D726" w14:textId="738955E7" w:rsidR="00F60000" w:rsidRPr="00F51DA6" w:rsidRDefault="00F60000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073829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[ANO/NE]</w:t>
            </w:r>
          </w:p>
        </w:tc>
      </w:tr>
      <w:tr w:rsidR="00F60000" w:rsidRPr="00F51DA6" w14:paraId="3A9F5A43" w14:textId="31049C74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DC81" w14:textId="46C00D53" w:rsidR="00F60000" w:rsidRPr="00F51DA6" w:rsidRDefault="004F0F0D" w:rsidP="004F0F0D">
            <w:pPr>
              <w:pStyle w:val="Zkladntext"/>
              <w:spacing w:before="40" w:after="20"/>
              <w:ind w:left="280" w:right="57" w:hanging="28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="00F60000" w:rsidRPr="00F51DA6">
              <w:rPr>
                <w:rFonts w:cs="Arial"/>
                <w:szCs w:val="22"/>
              </w:rPr>
              <w:t>Jmenovitý výkon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13CF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VA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C8F5" w14:textId="77777777" w:rsidR="00F60000" w:rsidRPr="00F51DA6" w:rsidRDefault="00F60000" w:rsidP="00701B6F">
            <w:pPr>
              <w:pStyle w:val="Zkladntext"/>
              <w:tabs>
                <w:tab w:val="decimal" w:pos="1246"/>
              </w:tabs>
              <w:spacing w:before="40" w:after="20"/>
              <w:ind w:left="57" w:right="993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EB34" w14:textId="141CFCCC" w:rsidR="00F60000" w:rsidRPr="00F51DA6" w:rsidRDefault="00B314A0" w:rsidP="00B314A0">
            <w:pPr>
              <w:pStyle w:val="Zkladntext"/>
              <w:tabs>
                <w:tab w:val="decimal" w:pos="848"/>
              </w:tabs>
              <w:spacing w:before="40" w:after="20"/>
              <w:ind w:left="-1" w:right="57"/>
              <w:jc w:val="left"/>
              <w:rPr>
                <w:rFonts w:cs="Arial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uchazeč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5F67D59D" w14:textId="3A35F44C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8E77" w14:textId="77777777" w:rsidR="00F60000" w:rsidRPr="00F51DA6" w:rsidRDefault="00F60000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Třída přesnost</w:t>
            </w:r>
            <w:r>
              <w:rPr>
                <w:rFonts w:cs="Arial"/>
                <w:szCs w:val="22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21B4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D241" w14:textId="77777777" w:rsidR="00F60000" w:rsidRPr="00F51DA6" w:rsidRDefault="00F60000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993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C93F" w14:textId="31BED244" w:rsidR="00F60000" w:rsidRPr="00B314A0" w:rsidRDefault="00B314A0" w:rsidP="00B314A0">
            <w:pPr>
              <w:pStyle w:val="Zkladntext"/>
              <w:tabs>
                <w:tab w:val="decimal" w:pos="848"/>
              </w:tabs>
              <w:spacing w:before="40" w:after="20"/>
              <w:ind w:left="-1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073829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[ANO/NE]</w:t>
            </w:r>
          </w:p>
        </w:tc>
      </w:tr>
      <w:tr w:rsidR="00F60000" w:rsidRPr="00F51DA6" w14:paraId="01141E1B" w14:textId="1DDA5439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C53F" w14:textId="50CC1499" w:rsidR="00F60000" w:rsidRPr="00F51DA6" w:rsidRDefault="004F0F0D" w:rsidP="004F0F0D">
            <w:pPr>
              <w:pStyle w:val="Zkladntext"/>
              <w:spacing w:before="40" w:after="20"/>
              <w:ind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="00F60000" w:rsidRPr="00F51DA6">
              <w:rPr>
                <w:rFonts w:cs="Arial"/>
                <w:szCs w:val="22"/>
              </w:rPr>
              <w:t>Izolace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DA3A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C2D5" w14:textId="668F3B1B" w:rsidR="00F60000" w:rsidRPr="00F51DA6" w:rsidRDefault="002B2D78" w:rsidP="00701B6F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plastová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DC7B" w14:textId="5953A862" w:rsidR="00F60000" w:rsidRPr="004F0F0D" w:rsidRDefault="004F0F0D" w:rsidP="004F0F0D">
            <w:pPr>
              <w:pStyle w:val="Zkladntext"/>
              <w:tabs>
                <w:tab w:val="decimal" w:pos="848"/>
              </w:tabs>
              <w:spacing w:before="40" w:after="20"/>
              <w:ind w:left="-1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uchazeč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701B6F" w:rsidRPr="00F51DA6" w14:paraId="447078D2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C0CA" w14:textId="182C728F" w:rsidR="00701B6F" w:rsidRPr="00F51DA6" w:rsidRDefault="00701B6F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Označení průchodek VN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C500" w14:textId="77777777" w:rsidR="00701B6F" w:rsidRPr="00F51DA6" w:rsidRDefault="00701B6F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4CA4" w14:textId="4B16467A" w:rsidR="00701B6F" w:rsidRDefault="00701B6F" w:rsidP="00701B6F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 - 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1FE6" w14:textId="3A2E7545" w:rsidR="00701B6F" w:rsidRPr="00073829" w:rsidRDefault="00701B6F" w:rsidP="00701B6F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073829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[ANO/NE]</w:t>
            </w:r>
          </w:p>
        </w:tc>
      </w:tr>
      <w:tr w:rsidR="00F60000" w:rsidRPr="00F51DA6" w14:paraId="7A552659" w14:textId="6960495A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922D" w14:textId="77777777" w:rsidR="00F60000" w:rsidRPr="00F51DA6" w:rsidRDefault="00F60000" w:rsidP="00982B39">
            <w:pPr>
              <w:pStyle w:val="Zkladntext"/>
              <w:spacing w:before="40" w:after="20"/>
              <w:ind w:left="138" w:right="57" w:hanging="66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Krátkodobé výdržné napětí za sucha i za deště mezi kontakty, póly, proti zemi U</w:t>
            </w:r>
            <w:r w:rsidRPr="00982B39">
              <w:rPr>
                <w:rFonts w:cs="Arial"/>
                <w:szCs w:val="22"/>
              </w:rPr>
              <w:t>d</w:t>
            </w:r>
            <w:r w:rsidRPr="00F51DA6">
              <w:rPr>
                <w:rFonts w:cs="Arial"/>
                <w:szCs w:val="22"/>
              </w:rPr>
              <w:t xml:space="preserve">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B42B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C9B0" w14:textId="77777777" w:rsidR="00F60000" w:rsidRPr="00F51DA6" w:rsidRDefault="00F60000" w:rsidP="00701B6F">
            <w:pPr>
              <w:pStyle w:val="Zkladntext"/>
              <w:tabs>
                <w:tab w:val="decimal" w:pos="1248"/>
              </w:tabs>
              <w:spacing w:before="40" w:after="20"/>
              <w:ind w:left="57" w:right="1135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E666" w14:textId="52499D1C" w:rsidR="00F60000" w:rsidRPr="00B314A0" w:rsidRDefault="00B314A0" w:rsidP="00B314A0">
            <w:pPr>
              <w:pStyle w:val="Zkladntext"/>
              <w:tabs>
                <w:tab w:val="decimal" w:pos="848"/>
              </w:tabs>
              <w:spacing w:before="40" w:after="20"/>
              <w:ind w:left="-1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uchazeč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3FBC5DDF" w14:textId="2795B5B1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1420" w14:textId="77777777" w:rsidR="00F60000" w:rsidRPr="00F51DA6" w:rsidRDefault="00F60000" w:rsidP="00982B39">
            <w:pPr>
              <w:pStyle w:val="Zkladntext"/>
              <w:spacing w:before="40" w:after="20"/>
              <w:ind w:left="138" w:right="57" w:hanging="66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Výdržné napětí při atm. impulsu mezi kontakty, póly, proti zemi U</w:t>
            </w:r>
            <w:r w:rsidRPr="00982B39">
              <w:rPr>
                <w:rFonts w:cs="Arial"/>
                <w:szCs w:val="22"/>
              </w:rPr>
              <w:t>p</w:t>
            </w:r>
            <w:r w:rsidRPr="00F51DA6">
              <w:rPr>
                <w:rFonts w:cs="Arial"/>
                <w:szCs w:val="22"/>
              </w:rPr>
              <w:t xml:space="preserve">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E9C4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CB63" w14:textId="77777777" w:rsidR="00F60000" w:rsidRPr="00F51DA6" w:rsidRDefault="00F60000" w:rsidP="00701B6F">
            <w:pPr>
              <w:pStyle w:val="Zkladntext"/>
              <w:tabs>
                <w:tab w:val="decimal" w:pos="1246"/>
              </w:tabs>
              <w:spacing w:before="40" w:after="20"/>
              <w:ind w:left="57" w:right="993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125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0A96" w14:textId="13E1326D" w:rsidR="00F60000" w:rsidRPr="00B314A0" w:rsidRDefault="00B314A0" w:rsidP="00B314A0">
            <w:pPr>
              <w:pStyle w:val="Zkladntext"/>
              <w:tabs>
                <w:tab w:val="decimal" w:pos="848"/>
              </w:tabs>
              <w:spacing w:before="40" w:after="20"/>
              <w:ind w:left="-1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uchazeč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3081857C" w14:textId="736AFAAD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03BC" w14:textId="77777777" w:rsidR="00F60000" w:rsidRPr="00F51DA6" w:rsidRDefault="00F60000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Délka povrchové cesty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2753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87CC" w14:textId="77777777" w:rsidR="00F60000" w:rsidRPr="00F51DA6" w:rsidRDefault="00F60000" w:rsidP="00701B6F">
            <w:pPr>
              <w:pStyle w:val="Zkladntext"/>
              <w:tabs>
                <w:tab w:val="decimal" w:pos="1248"/>
              </w:tabs>
              <w:spacing w:before="40" w:after="20"/>
              <w:ind w:left="57" w:right="993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900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A50C" w14:textId="7041AAD9" w:rsidR="00F60000" w:rsidRPr="00B314A0" w:rsidRDefault="00B314A0" w:rsidP="00B314A0">
            <w:pPr>
              <w:pStyle w:val="Zkladntext"/>
              <w:tabs>
                <w:tab w:val="decimal" w:pos="848"/>
              </w:tabs>
              <w:spacing w:before="40" w:after="20"/>
              <w:ind w:left="-1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uchazeč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lastRenderedPageBreak/>
              <w:t>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76A8458A" w14:textId="5B0BB445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C0DB" w14:textId="0F69DBD9" w:rsidR="00F60000" w:rsidRPr="00F51DA6" w:rsidRDefault="00F60000" w:rsidP="004F0F0D">
            <w:pPr>
              <w:pStyle w:val="Zkladntext"/>
              <w:spacing w:before="40" w:after="20"/>
              <w:ind w:left="138" w:right="57" w:hanging="66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lastRenderedPageBreak/>
              <w:t xml:space="preserve">Připojení VN </w:t>
            </w:r>
            <w:r>
              <w:rPr>
                <w:rFonts w:cs="Arial"/>
                <w:szCs w:val="22"/>
              </w:rPr>
              <w:t xml:space="preserve">vodičem </w:t>
            </w:r>
            <w:r w:rsidRPr="00F51DA6">
              <w:rPr>
                <w:rFonts w:cs="Arial"/>
                <w:szCs w:val="22"/>
              </w:rPr>
              <w:t>42AL1/7ST1A (42/7 AlFe)</w:t>
            </w:r>
            <w:r>
              <w:rPr>
                <w:rFonts w:cs="Arial"/>
                <w:szCs w:val="22"/>
              </w:rPr>
              <w:t xml:space="preserve"> </w:t>
            </w:r>
            <w:r w:rsidRPr="00F51DA6">
              <w:rPr>
                <w:rFonts w:cs="Arial"/>
                <w:szCs w:val="22"/>
              </w:rPr>
              <w:t>na svorník</w:t>
            </w:r>
            <w:r w:rsidR="00AD08F7">
              <w:rPr>
                <w:rFonts w:cs="Arial"/>
                <w:szCs w:val="22"/>
              </w:rPr>
              <w:t xml:space="preserve"> / </w:t>
            </w:r>
            <w:r w:rsidRPr="00F51DA6">
              <w:rPr>
                <w:rFonts w:cs="Arial"/>
                <w:szCs w:val="22"/>
              </w:rPr>
              <w:t>pásku s</w:t>
            </w:r>
            <w:r w:rsidR="00AD08F7">
              <w:rPr>
                <w:rFonts w:cs="Arial"/>
                <w:szCs w:val="22"/>
              </w:rPr>
              <w:t> </w:t>
            </w:r>
            <w:r w:rsidRPr="00F51DA6">
              <w:rPr>
                <w:rFonts w:cs="Arial"/>
                <w:szCs w:val="22"/>
              </w:rPr>
              <w:t>otvorem</w:t>
            </w:r>
            <w:r w:rsidR="00AD08F7">
              <w:rPr>
                <w:rFonts w:cs="Arial"/>
                <w:szCs w:val="22"/>
              </w:rPr>
              <w:t xml:space="preserve"> pro šroub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9775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2DC2" w14:textId="215A2192" w:rsidR="00F60000" w:rsidRPr="00F51DA6" w:rsidRDefault="00F60000" w:rsidP="00701B6F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M10</w:t>
            </w:r>
            <w:r w:rsidR="00AD08F7">
              <w:rPr>
                <w:rFonts w:cs="Arial"/>
                <w:szCs w:val="22"/>
              </w:rPr>
              <w:t xml:space="preserve"> / M12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9F05" w14:textId="33CD5D72" w:rsidR="00F60000" w:rsidRPr="00F51DA6" w:rsidRDefault="00AD08F7" w:rsidP="00AD08F7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uchazeč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20616CD4" w14:textId="5154687E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A5B6" w14:textId="77777777" w:rsidR="00F60000" w:rsidRPr="00F51DA6" w:rsidRDefault="00F60000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Připojení NN svorkovnice kabelem Cu</w:t>
            </w:r>
            <w:r>
              <w:rPr>
                <w:rFonts w:cs="Arial"/>
                <w:szCs w:val="22"/>
              </w:rPr>
              <w:t xml:space="preserve"> 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438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mm</w:t>
            </w:r>
            <w:r w:rsidRPr="00F51DA6">
              <w:rPr>
                <w:rFonts w:cs="Arial"/>
                <w:szCs w:val="22"/>
                <w:vertAlign w:val="superscript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AEAA" w14:textId="77777777" w:rsidR="00F60000" w:rsidRPr="00F51DA6" w:rsidRDefault="00F60000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1135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  <w:r w:rsidRPr="00F51DA6">
              <w:rPr>
                <w:rFonts w:cs="Arial"/>
                <w:szCs w:val="22"/>
              </w:rPr>
              <w:t>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9659" w14:textId="3B38889A" w:rsidR="00F60000" w:rsidRDefault="00F60000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073829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[ANO/NE]</w:t>
            </w:r>
          </w:p>
        </w:tc>
      </w:tr>
      <w:tr w:rsidR="00F60000" w:rsidRPr="00F51DA6" w14:paraId="34AF25EA" w14:textId="72498F5F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B5EA" w14:textId="77777777" w:rsidR="00F60000" w:rsidRPr="00F51DA6" w:rsidRDefault="00F60000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Rozteč upevňovacích otvorů (šxhl)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B4FE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25BA" w14:textId="77777777" w:rsidR="00F60000" w:rsidRPr="00F51DA6" w:rsidRDefault="00F60000" w:rsidP="00701B6F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220x190 nebo 310x220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34D0" w14:textId="64A15ED4" w:rsidR="00F60000" w:rsidRPr="00372163" w:rsidRDefault="00372163" w:rsidP="00372163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uchazeč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61EFA24D" w14:textId="3B0CC86F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630A" w14:textId="77777777" w:rsidR="00F60000" w:rsidRPr="00F51DA6" w:rsidRDefault="00F60000" w:rsidP="004F0F0D">
            <w:pPr>
              <w:pStyle w:val="Zkladntext"/>
              <w:spacing w:before="40" w:after="20"/>
              <w:ind w:left="138" w:right="57" w:hanging="66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Otvory k upevnění transformátoru ke konzole pro šroub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5916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94C2" w14:textId="77777777" w:rsidR="00F60000" w:rsidRPr="00F51DA6" w:rsidRDefault="00F60000" w:rsidP="00701B6F">
            <w:pPr>
              <w:pStyle w:val="Zkladntext"/>
              <w:spacing w:before="40" w:after="20"/>
              <w:ind w:left="57" w:right="284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1EFE" w14:textId="7DE66C12" w:rsidR="00F60000" w:rsidRDefault="00F60000" w:rsidP="00701B6F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073829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[ANO/NE]</w:t>
            </w:r>
          </w:p>
        </w:tc>
      </w:tr>
      <w:tr w:rsidR="002B2D78" w:rsidRPr="00F51DA6" w14:paraId="4A03E384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E8FF" w14:textId="0543B285" w:rsidR="002B2D78" w:rsidRDefault="002B2D78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Hmotnost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61FE" w14:textId="37A2063F" w:rsidR="002B2D78" w:rsidRPr="00F51DA6" w:rsidRDefault="002B2D78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21B8" w14:textId="77777777" w:rsidR="002B2D78" w:rsidRDefault="002B2D78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5E84" w14:textId="2894EC63" w:rsidR="002B2D78" w:rsidRPr="00073829" w:rsidRDefault="002B2D78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vyplní uchazeč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701B6F" w:rsidRPr="00F51DA6" w14:paraId="2F35BE1E" w14:textId="77777777" w:rsidTr="007715FD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95E1" w14:textId="3D226EC7" w:rsidR="00701B6F" w:rsidRPr="00E659A1" w:rsidRDefault="00701B6F" w:rsidP="00701B6F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>
              <w:rPr>
                <w:rFonts w:cs="Arial"/>
                <w:b/>
                <w:szCs w:val="22"/>
              </w:rPr>
              <w:t>Zkoušky</w:t>
            </w:r>
          </w:p>
        </w:tc>
      </w:tr>
      <w:tr w:rsidR="002B2D78" w:rsidRPr="00F51DA6" w14:paraId="354826BC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4E9F" w14:textId="41577E4E" w:rsidR="002B2D78" w:rsidRDefault="00701B6F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Zkoušky typové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C8C9" w14:textId="77777777" w:rsidR="002B2D78" w:rsidRDefault="002B2D78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8224" w14:textId="233DCD1A" w:rsidR="002B2D78" w:rsidRDefault="00701B6F" w:rsidP="00701B6F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Dle ČSN EN 61896-1, včetně ČSN EN 61869-3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75A0" w14:textId="5A311FC2" w:rsidR="002B2D78" w:rsidRPr="00E659A1" w:rsidRDefault="00701B6F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073829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[ANO/NE]</w:t>
            </w:r>
          </w:p>
        </w:tc>
      </w:tr>
      <w:tr w:rsidR="00BF38C7" w:rsidRPr="00F51DA6" w14:paraId="79D7C6D3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BE10" w14:textId="784DF4EF" w:rsidR="00BF38C7" w:rsidRDefault="00BF38C7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Zkoušky kusové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1ED8" w14:textId="77777777" w:rsidR="00BF38C7" w:rsidRDefault="00BF38C7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EC55" w14:textId="01FD7137" w:rsidR="00BF38C7" w:rsidRDefault="00BF38C7" w:rsidP="00701B6F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Dle ČSN EN 61869-1, včetně ČSN EN 61869-3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44A2" w14:textId="30387FED" w:rsidR="00BF38C7" w:rsidRPr="00073829" w:rsidRDefault="00BF38C7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073829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[ANO/NE]</w:t>
            </w:r>
          </w:p>
        </w:tc>
      </w:tr>
      <w:tr w:rsidR="00701B6F" w:rsidRPr="00F51DA6" w14:paraId="6A81C5A8" w14:textId="77777777" w:rsidTr="008B5AB2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83A9" w14:textId="23DF879B" w:rsidR="00701B6F" w:rsidRPr="00073829" w:rsidRDefault="00701B6F" w:rsidP="00701B6F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01B6F">
              <w:rPr>
                <w:rFonts w:cs="Arial"/>
                <w:b/>
                <w:szCs w:val="22"/>
              </w:rPr>
              <w:t>Řád preventivní údržby (ŘPÚ)</w:t>
            </w:r>
          </w:p>
        </w:tc>
      </w:tr>
      <w:tr w:rsidR="00701B6F" w:rsidRPr="00F51DA6" w14:paraId="5CE2F327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A7C6" w14:textId="02B81915" w:rsidR="00701B6F" w:rsidRDefault="00701B6F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Vizuální kontrola (za provozu)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350A" w14:textId="4B3DDFBD" w:rsidR="00701B6F" w:rsidRDefault="00701B6F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9FDD" w14:textId="1FBD2F34" w:rsidR="00701B6F" w:rsidRDefault="00701B6F" w:rsidP="00701B6F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DC52" w14:textId="03BD274D" w:rsidR="00701B6F" w:rsidRPr="00073829" w:rsidRDefault="00B314A0" w:rsidP="00B314A0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uchazeč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701B6F" w:rsidRPr="00F51DA6" w14:paraId="5DAC09A2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589C" w14:textId="2B5B3379" w:rsidR="00701B6F" w:rsidRDefault="00B314A0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Kontrola, očištění napájecího transformátoru (ve vypnutém stavu)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2446" w14:textId="3F76DFC9" w:rsidR="00701B6F" w:rsidRDefault="00B314A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75D6" w14:textId="4E73E588" w:rsidR="00701B6F" w:rsidRDefault="00B314A0" w:rsidP="00B314A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5581" w14:textId="0CF45336" w:rsidR="00701B6F" w:rsidRPr="00073829" w:rsidRDefault="00B314A0" w:rsidP="00B314A0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uchazeč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B314A0" w:rsidRPr="00F51DA6" w14:paraId="41207012" w14:textId="77777777" w:rsidTr="00FD4123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E350" w14:textId="1A96C8DA" w:rsidR="00B314A0" w:rsidRPr="007D7340" w:rsidRDefault="00B314A0" w:rsidP="00B314A0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B314A0">
              <w:rPr>
                <w:rFonts w:cs="Arial"/>
                <w:b/>
                <w:szCs w:val="22"/>
              </w:rPr>
              <w:t>Záruka, životnost</w:t>
            </w:r>
          </w:p>
        </w:tc>
      </w:tr>
      <w:tr w:rsidR="00B314A0" w:rsidRPr="00F51DA6" w14:paraId="47C65F26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BC90" w14:textId="7F8DD1C0" w:rsidR="00B314A0" w:rsidRDefault="00B314A0" w:rsidP="004F0F0D">
            <w:pPr>
              <w:pStyle w:val="Zkladntext"/>
              <w:spacing w:before="40" w:after="20"/>
              <w:ind w:left="138" w:right="57" w:hanging="66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Zaruční doba na výrobní závady ode dne umístění do skladu objednatele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DD37" w14:textId="6A2E2446" w:rsidR="00B314A0" w:rsidRDefault="00B314A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7F64" w14:textId="07328100" w:rsidR="00B314A0" w:rsidRDefault="00B314A0" w:rsidP="00B314A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F532" w14:textId="5E7E98D2" w:rsidR="00B314A0" w:rsidRPr="007D7340" w:rsidRDefault="00B314A0" w:rsidP="00B314A0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uchazeč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B314A0" w:rsidRPr="00F51DA6" w14:paraId="4802E126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8542" w14:textId="1DC55A4F" w:rsidR="00B314A0" w:rsidRDefault="00B314A0" w:rsidP="004F0F0D">
            <w:pPr>
              <w:pStyle w:val="Zkladntext"/>
              <w:spacing w:before="40" w:after="20"/>
              <w:ind w:left="138" w:right="57" w:hanging="66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Životnost při zachování požadovaných technických parametrů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1602" w14:textId="22A02EEA" w:rsidR="00B314A0" w:rsidRDefault="00B314A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2D2F" w14:textId="5956B5AC" w:rsidR="00B314A0" w:rsidRDefault="00B314A0" w:rsidP="00B314A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317A" w14:textId="39B98DA7" w:rsidR="00B314A0" w:rsidRPr="007D7340" w:rsidRDefault="00B314A0" w:rsidP="00B314A0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uchazeč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</w:tbl>
    <w:p w14:paraId="6EB31741" w14:textId="77777777" w:rsidR="00395E52" w:rsidRPr="00945745" w:rsidRDefault="00395E52" w:rsidP="00A2197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</w:p>
    <w:sectPr w:rsidR="00395E52" w:rsidRPr="00945745" w:rsidSect="00A53C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07F4232" w16cex:dateUtc="2020-04-27T09:57:16.612Z"/>
  <w16cex:commentExtensible w16cex:durableId="49039FDA" w16cex:dateUtc="2020-04-27T09:58:54.436Z"/>
  <w16cex:commentExtensible w16cex:durableId="58525A49" w16cex:dateUtc="2020-04-27T09:59:36.545Z"/>
  <w16cex:commentExtensible w16cex:durableId="3EC59DD1" w16cex:dateUtc="2020-04-27T10:00:04.379Z"/>
  <w16cex:commentExtensible w16cex:durableId="345E6D38" w16cex:dateUtc="2020-04-27T10:00:23.182Z"/>
  <w16cex:commentExtensible w16cex:durableId="71DAA777" w16cex:dateUtc="2020-04-27T10:00:36.788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B76600" w14:textId="77777777" w:rsidR="002B27E8" w:rsidRDefault="002B27E8">
      <w:pPr>
        <w:spacing w:after="0"/>
      </w:pPr>
      <w:r>
        <w:separator/>
      </w:r>
    </w:p>
  </w:endnote>
  <w:endnote w:type="continuationSeparator" w:id="0">
    <w:p w14:paraId="3A1269F9" w14:textId="77777777" w:rsidR="002B27E8" w:rsidRDefault="002B27E8">
      <w:pPr>
        <w:spacing w:after="0"/>
      </w:pPr>
      <w:r>
        <w:continuationSeparator/>
      </w:r>
    </w:p>
  </w:endnote>
  <w:endnote w:type="continuationNotice" w:id="1">
    <w:p w14:paraId="72426DEA" w14:textId="77777777" w:rsidR="002B27E8" w:rsidRDefault="002B27E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52386" w14:textId="77777777" w:rsidR="00F5038C" w:rsidRDefault="00F5038C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811BE2E" wp14:editId="0BB9C959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9525" t="12065" r="13970" b="6985"/>
              <wp:wrapTopAndBottom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404B4B8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InA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i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GOcicAS&#10;AgAAKAQAAA4AAAAAAAAAAAAAAAAALgIAAGRycy9lMm9Eb2MueG1sUEsBAi0AFAAGAAgAAAAhACod&#10;7p7bAAAABgEAAA8AAAAAAAAAAAAAAAAAbAQAAGRycy9kb3ducmV2LnhtbFBLBQYAAAAABAAEAPMA&#10;AAB0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22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28DC2" w14:textId="77777777" w:rsidR="00F5038C" w:rsidRPr="00AF2D99" w:rsidRDefault="00F5038C" w:rsidP="00152208">
    <w:pPr>
      <w:pStyle w:val="Zpat"/>
      <w:tabs>
        <w:tab w:val="clear" w:pos="4536"/>
        <w:tab w:val="clear" w:pos="9072"/>
      </w:tabs>
      <w:ind w:right="-2"/>
      <w:jc w:val="center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16E1E9D" wp14:editId="28997196">
              <wp:simplePos x="0" y="0"/>
              <wp:positionH relativeFrom="column">
                <wp:posOffset>-540385</wp:posOffset>
              </wp:positionH>
              <wp:positionV relativeFrom="paragraph">
                <wp:posOffset>-9921875</wp:posOffset>
              </wp:positionV>
              <wp:extent cx="6120130" cy="0"/>
              <wp:effectExtent l="12065" t="12700" r="11430" b="6350"/>
              <wp:wrapTopAndBottom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9DD51ED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55pt,-781.25pt" to="439.35pt,-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xny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">
              <w10:wrap type="topAndBottom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1A74768" wp14:editId="296B384D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9525" t="12065" r="13970" b="6985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AC47860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    <w10:wrap type="topAndBottom"/>
            </v:line>
          </w:pict>
        </mc:Fallback>
      </mc:AlternateContent>
    </w:r>
    <w:r w:rsidRPr="00AF2D99">
      <w:rPr>
        <w:rStyle w:val="slostrnky"/>
        <w:sz w:val="20"/>
      </w:rPr>
      <w:fldChar w:fldCharType="begin"/>
    </w:r>
    <w:r w:rsidRPr="00AF2D99">
      <w:rPr>
        <w:rStyle w:val="slostrnky"/>
        <w:sz w:val="20"/>
      </w:rPr>
      <w:instrText xml:space="preserve"> PAGE </w:instrText>
    </w:r>
    <w:r w:rsidRPr="00AF2D99">
      <w:rPr>
        <w:rStyle w:val="slostrnky"/>
        <w:sz w:val="20"/>
      </w:rPr>
      <w:fldChar w:fldCharType="separate"/>
    </w:r>
    <w:r w:rsidR="0015109A">
      <w:rPr>
        <w:rStyle w:val="slostrnky"/>
        <w:noProof/>
        <w:sz w:val="20"/>
      </w:rPr>
      <w:t>2</w:t>
    </w:r>
    <w:r w:rsidRPr="00AF2D99">
      <w:rPr>
        <w:rStyle w:val="slostrnky"/>
        <w:sz w:val="20"/>
      </w:rPr>
      <w:fldChar w:fldCharType="end"/>
    </w:r>
    <w:r w:rsidRPr="00AF2D99">
      <w:rPr>
        <w:rStyle w:val="slostrnky"/>
        <w:sz w:val="20"/>
      </w:rPr>
      <w:t xml:space="preserve"> / </w:t>
    </w:r>
    <w:r w:rsidRPr="00AF2D99">
      <w:rPr>
        <w:rStyle w:val="slostrnky"/>
        <w:sz w:val="20"/>
      </w:rPr>
      <w:fldChar w:fldCharType="begin"/>
    </w:r>
    <w:r w:rsidRPr="00AF2D99">
      <w:rPr>
        <w:rStyle w:val="slostrnky"/>
        <w:sz w:val="20"/>
      </w:rPr>
      <w:instrText xml:space="preserve"> NUMPAGES </w:instrText>
    </w:r>
    <w:r w:rsidRPr="00AF2D99">
      <w:rPr>
        <w:rStyle w:val="slostrnky"/>
        <w:sz w:val="20"/>
      </w:rPr>
      <w:fldChar w:fldCharType="separate"/>
    </w:r>
    <w:r w:rsidR="0015109A">
      <w:rPr>
        <w:rStyle w:val="slostrnky"/>
        <w:noProof/>
        <w:sz w:val="20"/>
      </w:rPr>
      <w:t>2</w:t>
    </w:r>
    <w:r w:rsidRPr="00AF2D99"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E2CF5" w14:textId="77777777" w:rsidR="002B27E8" w:rsidRDefault="002B27E8">
      <w:pPr>
        <w:spacing w:after="0"/>
      </w:pPr>
      <w:r>
        <w:separator/>
      </w:r>
    </w:p>
  </w:footnote>
  <w:footnote w:type="continuationSeparator" w:id="0">
    <w:p w14:paraId="3E66E8CB" w14:textId="77777777" w:rsidR="002B27E8" w:rsidRDefault="002B27E8">
      <w:pPr>
        <w:spacing w:after="0"/>
      </w:pPr>
      <w:r>
        <w:continuationSeparator/>
      </w:r>
    </w:p>
  </w:footnote>
  <w:footnote w:type="continuationNotice" w:id="1">
    <w:p w14:paraId="784CCCB8" w14:textId="77777777" w:rsidR="002B27E8" w:rsidRDefault="002B27E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4536"/>
      <w:gridCol w:w="2269"/>
    </w:tblGrid>
    <w:tr w:rsidR="00F5038C" w:rsidRPr="00184210" w14:paraId="20B30186" w14:textId="77777777">
      <w:trPr>
        <w:cantSplit/>
      </w:trPr>
      <w:tc>
        <w:tcPr>
          <w:tcW w:w="141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2834F0FD" w14:textId="77777777" w:rsidR="00F5038C" w:rsidRPr="00184210" w:rsidRDefault="00F5038C" w:rsidP="00EB5027">
          <w:pPr>
            <w:pStyle w:val="Zhlav"/>
            <w:tabs>
              <w:tab w:val="left" w:pos="425"/>
            </w:tabs>
            <w:spacing w:before="60" w:after="60"/>
            <w:jc w:val="center"/>
            <w:rPr>
              <w:b/>
              <w:sz w:val="20"/>
            </w:rPr>
          </w:pPr>
          <w:r w:rsidRPr="00184210">
            <w:rPr>
              <w:b/>
              <w:sz w:val="20"/>
            </w:rPr>
            <w:t>Technický list</w:t>
          </w:r>
        </w:p>
      </w:tc>
      <w:tc>
        <w:tcPr>
          <w:tcW w:w="141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120DDD46" w14:textId="14BB6D85" w:rsidR="00F5038C" w:rsidRPr="00184210" w:rsidRDefault="00F5038C" w:rsidP="00EB5027">
          <w:pPr>
            <w:pStyle w:val="Zhlav"/>
            <w:tabs>
              <w:tab w:val="left" w:pos="425"/>
            </w:tabs>
            <w:spacing w:before="60" w:after="6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fldChar w:fldCharType="begin"/>
          </w:r>
          <w:r>
            <w:rPr>
              <w:b/>
              <w:sz w:val="20"/>
            </w:rPr>
            <w:instrText xml:space="preserve"> TITLE  \* MERGEFORMAT </w:instrText>
          </w:r>
          <w:r>
            <w:rPr>
              <w:b/>
              <w:sz w:val="20"/>
            </w:rPr>
            <w:fldChar w:fldCharType="separate"/>
          </w:r>
          <w:r>
            <w:rPr>
              <w:b/>
              <w:sz w:val="20"/>
            </w:rPr>
            <w:t>12 5110</w:t>
          </w:r>
          <w:r>
            <w:rPr>
              <w:b/>
              <w:sz w:val="20"/>
            </w:rPr>
            <w:fldChar w:fldCharType="end"/>
          </w:r>
        </w:p>
      </w:tc>
      <w:tc>
        <w:tcPr>
          <w:tcW w:w="453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38EE8538" w14:textId="4798CEE7" w:rsidR="00F5038C" w:rsidRPr="00184210" w:rsidRDefault="00F5038C" w:rsidP="00EB5027">
          <w:pPr>
            <w:pStyle w:val="Zhlav"/>
            <w:tabs>
              <w:tab w:val="left" w:pos="425"/>
            </w:tabs>
            <w:spacing w:before="60" w:after="60"/>
            <w:ind w:left="57"/>
            <w:jc w:val="both"/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SUBJECT   \* MERGEFORMAT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Reclosery s</w:t>
          </w:r>
          <w:r w:rsidRPr="00296C4F">
            <w:t xml:space="preserve"> prvky DOS</w:t>
          </w:r>
          <w:r>
            <w:fldChar w:fldCharType="end"/>
          </w:r>
        </w:p>
      </w:tc>
      <w:tc>
        <w:tcPr>
          <w:tcW w:w="22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3179976D" w14:textId="3D9DFA1E" w:rsidR="00F5038C" w:rsidRPr="00184210" w:rsidRDefault="00F5038C" w:rsidP="00EB5027">
          <w:pPr>
            <w:pStyle w:val="Zhlav"/>
            <w:tabs>
              <w:tab w:val="left" w:pos="425"/>
            </w:tabs>
            <w:spacing w:before="60" w:after="60"/>
            <w:ind w:left="57"/>
            <w:jc w:val="both"/>
            <w:rPr>
              <w:sz w:val="20"/>
            </w:rPr>
          </w:pPr>
          <w:r w:rsidRPr="00184210">
            <w:rPr>
              <w:sz w:val="20"/>
            </w:rPr>
            <w:t xml:space="preserve">Platnost do: </w:t>
          </w:r>
          <w:r>
            <w:rPr>
              <w:sz w:val="20"/>
              <w:u w:val="single"/>
            </w:rPr>
            <w:fldChar w:fldCharType="begin"/>
          </w:r>
          <w:r>
            <w:rPr>
              <w:sz w:val="20"/>
              <w:u w:val="single"/>
            </w:rPr>
            <w:instrText xml:space="preserve"> DOCPROPERTY "Category"  \* MERGEFORMAT </w:instrText>
          </w:r>
          <w:r>
            <w:rPr>
              <w:sz w:val="20"/>
              <w:u w:val="single"/>
            </w:rPr>
            <w:fldChar w:fldCharType="separate"/>
          </w:r>
          <w:r>
            <w:rPr>
              <w:sz w:val="20"/>
              <w:u w:val="single"/>
            </w:rPr>
            <w:t>říjen 2019</w:t>
          </w:r>
          <w:r>
            <w:rPr>
              <w:sz w:val="20"/>
              <w:u w:val="single"/>
            </w:rPr>
            <w:fldChar w:fldCharType="end"/>
          </w:r>
        </w:p>
      </w:tc>
    </w:tr>
  </w:tbl>
  <w:p w14:paraId="0E4E2BC1" w14:textId="77777777" w:rsidR="00F5038C" w:rsidRDefault="00F5038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9C2A9" w14:textId="77777777" w:rsidR="00F5038C" w:rsidRDefault="00F5038C" w:rsidP="00AF2D99">
    <w:pPr>
      <w:pStyle w:val="Zhlav"/>
      <w:spacing w:after="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ED3F0" w14:textId="77777777" w:rsidR="00F5038C" w:rsidRPr="007B0123" w:rsidRDefault="00F5038C" w:rsidP="00986AAE">
    <w:pPr>
      <w:pStyle w:val="Zhlav"/>
      <w:spacing w:after="0"/>
      <w:jc w:val="right"/>
      <w:rPr>
        <w:rFonts w:ascii="Arial" w:hAnsi="Arial" w:cs="Arial"/>
        <w:b/>
        <w:sz w:val="18"/>
      </w:rPr>
    </w:pPr>
    <w:r w:rsidRPr="007B0123">
      <w:rPr>
        <w:rFonts w:ascii="Arial" w:hAnsi="Arial" w:cs="Arial"/>
        <w:b/>
        <w:sz w:val="18"/>
      </w:rPr>
      <w:t xml:space="preserve">Číslo smlouvy zadavatele: </w:t>
    </w:r>
    <w:r w:rsidRPr="007B0123">
      <w:rPr>
        <w:rFonts w:ascii="Arial" w:hAnsi="Arial" w:cs="Arial"/>
        <w:b/>
        <w:sz w:val="18"/>
        <w:highlight w:val="yellow"/>
      </w:rPr>
      <w:t>následně doplní zadavatel</w:t>
    </w:r>
  </w:p>
  <w:p w14:paraId="7065795F" w14:textId="77777777" w:rsidR="00F5038C" w:rsidRPr="007B0123" w:rsidRDefault="00F5038C" w:rsidP="00986AAE">
    <w:pPr>
      <w:pStyle w:val="Zhlav"/>
      <w:spacing w:after="0"/>
      <w:jc w:val="right"/>
      <w:rPr>
        <w:rFonts w:ascii="Arial" w:hAnsi="Arial" w:cs="Arial"/>
        <w:b/>
        <w:sz w:val="18"/>
      </w:rPr>
    </w:pPr>
    <w:r w:rsidRPr="007B0123">
      <w:rPr>
        <w:rFonts w:ascii="Arial" w:hAnsi="Arial" w:cs="Arial"/>
        <w:b/>
        <w:sz w:val="18"/>
      </w:rPr>
      <w:t xml:space="preserve">Číslo smlouvy </w:t>
    </w:r>
    <w:r>
      <w:rPr>
        <w:rFonts w:ascii="Arial" w:hAnsi="Arial" w:cs="Arial"/>
        <w:b/>
        <w:sz w:val="18"/>
      </w:rPr>
      <w:t>účastníka</w:t>
    </w:r>
    <w:r w:rsidRPr="007B0123">
      <w:rPr>
        <w:rFonts w:ascii="Arial" w:hAnsi="Arial" w:cs="Arial"/>
        <w:b/>
        <w:sz w:val="18"/>
      </w:rPr>
      <w:t xml:space="preserve">: </w:t>
    </w:r>
    <w:r w:rsidRPr="007B0123">
      <w:rPr>
        <w:rFonts w:ascii="Arial" w:hAnsi="Arial" w:cs="Arial"/>
        <w:b/>
        <w:sz w:val="18"/>
        <w:highlight w:val="green"/>
      </w:rPr>
      <w:t>doplní účastník</w:t>
    </w:r>
  </w:p>
  <w:p w14:paraId="066ED952" w14:textId="77777777" w:rsidR="00F5038C" w:rsidRDefault="00F5038C" w:rsidP="00BC0210">
    <w:pPr>
      <w:pStyle w:val="Zhlav"/>
      <w:rPr>
        <w:rFonts w:ascii="Arial" w:hAnsi="Arial" w:cs="Arial"/>
      </w:rPr>
    </w:pPr>
  </w:p>
  <w:p w14:paraId="7F135A1C" w14:textId="77777777" w:rsidR="00F5038C" w:rsidRPr="00CD6B0F" w:rsidRDefault="00F5038C" w:rsidP="00BC0210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4D75"/>
    <w:multiLevelType w:val="hybridMultilevel"/>
    <w:tmpl w:val="82FC61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226C2"/>
    <w:multiLevelType w:val="multilevel"/>
    <w:tmpl w:val="EB2A6D4E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>
    <w:nsid w:val="1EDB6C6B"/>
    <w:multiLevelType w:val="multilevel"/>
    <w:tmpl w:val="DF78B746"/>
    <w:lvl w:ilvl="0">
      <w:start w:val="1"/>
      <w:numFmt w:val="decimal"/>
      <w:lvlText w:val="%1."/>
      <w:lvlJc w:val="left"/>
      <w:pPr>
        <w:tabs>
          <w:tab w:val="num" w:pos="489"/>
        </w:tabs>
        <w:ind w:left="4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3"/>
        </w:tabs>
        <w:ind w:left="6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21"/>
        </w:tabs>
        <w:ind w:left="9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65"/>
        </w:tabs>
        <w:ind w:left="10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9"/>
        </w:tabs>
        <w:ind w:left="12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3"/>
        </w:tabs>
        <w:ind w:left="13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97"/>
        </w:tabs>
        <w:ind w:left="14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41"/>
        </w:tabs>
        <w:ind w:left="1641" w:hanging="1584"/>
      </w:pPr>
      <w:rPr>
        <w:rFonts w:hint="default"/>
      </w:rPr>
    </w:lvl>
  </w:abstractNum>
  <w:abstractNum w:abstractNumId="4">
    <w:nsid w:val="2CA44266"/>
    <w:multiLevelType w:val="hybridMultilevel"/>
    <w:tmpl w:val="F5926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5431F2"/>
    <w:multiLevelType w:val="hybridMultilevel"/>
    <w:tmpl w:val="3E8E3E60"/>
    <w:lvl w:ilvl="0" w:tplc="D87475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05AF2"/>
    <w:multiLevelType w:val="hybridMultilevel"/>
    <w:tmpl w:val="AD60EFD2"/>
    <w:lvl w:ilvl="0" w:tplc="4E466824">
      <w:start w:val="170"/>
      <w:numFmt w:val="decimal"/>
      <w:lvlText w:val="%1"/>
      <w:lvlJc w:val="left"/>
      <w:pPr>
        <w:ind w:left="7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3F6262CD"/>
    <w:multiLevelType w:val="multilevel"/>
    <w:tmpl w:val="9DB6D91C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zev2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38765CC"/>
    <w:multiLevelType w:val="multilevel"/>
    <w:tmpl w:val="2A22A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51CC3970"/>
    <w:multiLevelType w:val="hybridMultilevel"/>
    <w:tmpl w:val="7B5E4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69361D"/>
    <w:multiLevelType w:val="hybridMultilevel"/>
    <w:tmpl w:val="3BEA0FC8"/>
    <w:lvl w:ilvl="0" w:tplc="96A4A368">
      <w:start w:val="170"/>
      <w:numFmt w:val="decimal"/>
      <w:lvlText w:val="%1"/>
      <w:lvlJc w:val="left"/>
      <w:pPr>
        <w:ind w:left="11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57" w:hanging="360"/>
      </w:pPr>
    </w:lvl>
    <w:lvl w:ilvl="2" w:tplc="0405001B" w:tentative="1">
      <w:start w:val="1"/>
      <w:numFmt w:val="lowerRoman"/>
      <w:lvlText w:val="%3."/>
      <w:lvlJc w:val="right"/>
      <w:pPr>
        <w:ind w:left="2577" w:hanging="180"/>
      </w:pPr>
    </w:lvl>
    <w:lvl w:ilvl="3" w:tplc="0405000F" w:tentative="1">
      <w:start w:val="1"/>
      <w:numFmt w:val="decimal"/>
      <w:lvlText w:val="%4."/>
      <w:lvlJc w:val="left"/>
      <w:pPr>
        <w:ind w:left="3297" w:hanging="360"/>
      </w:pPr>
    </w:lvl>
    <w:lvl w:ilvl="4" w:tplc="04050019" w:tentative="1">
      <w:start w:val="1"/>
      <w:numFmt w:val="lowerLetter"/>
      <w:lvlText w:val="%5."/>
      <w:lvlJc w:val="left"/>
      <w:pPr>
        <w:ind w:left="4017" w:hanging="360"/>
      </w:pPr>
    </w:lvl>
    <w:lvl w:ilvl="5" w:tplc="0405001B" w:tentative="1">
      <w:start w:val="1"/>
      <w:numFmt w:val="lowerRoman"/>
      <w:lvlText w:val="%6."/>
      <w:lvlJc w:val="right"/>
      <w:pPr>
        <w:ind w:left="4737" w:hanging="180"/>
      </w:pPr>
    </w:lvl>
    <w:lvl w:ilvl="6" w:tplc="0405000F" w:tentative="1">
      <w:start w:val="1"/>
      <w:numFmt w:val="decimal"/>
      <w:lvlText w:val="%7."/>
      <w:lvlJc w:val="left"/>
      <w:pPr>
        <w:ind w:left="5457" w:hanging="360"/>
      </w:pPr>
    </w:lvl>
    <w:lvl w:ilvl="7" w:tplc="04050019" w:tentative="1">
      <w:start w:val="1"/>
      <w:numFmt w:val="lowerLetter"/>
      <w:lvlText w:val="%8."/>
      <w:lvlJc w:val="left"/>
      <w:pPr>
        <w:ind w:left="6177" w:hanging="360"/>
      </w:pPr>
    </w:lvl>
    <w:lvl w:ilvl="8" w:tplc="040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1">
    <w:nsid w:val="57EC4BC8"/>
    <w:multiLevelType w:val="hybridMultilevel"/>
    <w:tmpl w:val="E9F6FFA6"/>
    <w:lvl w:ilvl="0" w:tplc="0405000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786E5E28"/>
    <w:multiLevelType w:val="hybridMultilevel"/>
    <w:tmpl w:val="3CB8C606"/>
    <w:lvl w:ilvl="0" w:tplc="85E05250">
      <w:start w:val="170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2"/>
  </w:num>
  <w:num w:numId="5">
    <w:abstractNumId w:val="11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  <w:num w:numId="12">
    <w:abstractNumId w:val="13"/>
  </w:num>
  <w:num w:numId="13">
    <w:abstractNumId w:val="4"/>
  </w:num>
  <w:num w:numId="14">
    <w:abstractNumId w:val="6"/>
  </w:num>
  <w:num w:numId="15">
    <w:abstractNumId w:val="10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bele, Roman">
    <w15:presenceInfo w15:providerId="AD" w15:userId="S::R32558@eon.com::d0b5b766-5188-4c6b-8db4-6177e749ca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DCD"/>
    <w:rsid w:val="00001FF8"/>
    <w:rsid w:val="0000264D"/>
    <w:rsid w:val="00002D70"/>
    <w:rsid w:val="00003086"/>
    <w:rsid w:val="000031E2"/>
    <w:rsid w:val="00003727"/>
    <w:rsid w:val="00003730"/>
    <w:rsid w:val="00003B32"/>
    <w:rsid w:val="00004E01"/>
    <w:rsid w:val="00007958"/>
    <w:rsid w:val="00010478"/>
    <w:rsid w:val="000107A1"/>
    <w:rsid w:val="00012F25"/>
    <w:rsid w:val="000144CE"/>
    <w:rsid w:val="00015EA6"/>
    <w:rsid w:val="000165C4"/>
    <w:rsid w:val="00017C52"/>
    <w:rsid w:val="0002009E"/>
    <w:rsid w:val="000207DC"/>
    <w:rsid w:val="00022DB4"/>
    <w:rsid w:val="00024A6D"/>
    <w:rsid w:val="00025D1C"/>
    <w:rsid w:val="00026159"/>
    <w:rsid w:val="00026340"/>
    <w:rsid w:val="000279DD"/>
    <w:rsid w:val="00030EFE"/>
    <w:rsid w:val="000310DC"/>
    <w:rsid w:val="00032109"/>
    <w:rsid w:val="000323D6"/>
    <w:rsid w:val="00032573"/>
    <w:rsid w:val="00032A94"/>
    <w:rsid w:val="0003693A"/>
    <w:rsid w:val="00036DE3"/>
    <w:rsid w:val="0003723A"/>
    <w:rsid w:val="0004191F"/>
    <w:rsid w:val="000424F9"/>
    <w:rsid w:val="00042BC2"/>
    <w:rsid w:val="0004469A"/>
    <w:rsid w:val="0004505D"/>
    <w:rsid w:val="000476DF"/>
    <w:rsid w:val="00052E3E"/>
    <w:rsid w:val="00053249"/>
    <w:rsid w:val="000545EE"/>
    <w:rsid w:val="000564A9"/>
    <w:rsid w:val="0005684A"/>
    <w:rsid w:val="00056E9E"/>
    <w:rsid w:val="00060885"/>
    <w:rsid w:val="00060DA7"/>
    <w:rsid w:val="00066023"/>
    <w:rsid w:val="00070B5A"/>
    <w:rsid w:val="0007113A"/>
    <w:rsid w:val="00072311"/>
    <w:rsid w:val="00072507"/>
    <w:rsid w:val="00073BA1"/>
    <w:rsid w:val="00073FAB"/>
    <w:rsid w:val="00075872"/>
    <w:rsid w:val="00075F0C"/>
    <w:rsid w:val="0007616B"/>
    <w:rsid w:val="00076BAF"/>
    <w:rsid w:val="0007716D"/>
    <w:rsid w:val="00077B33"/>
    <w:rsid w:val="00083DED"/>
    <w:rsid w:val="00084EFF"/>
    <w:rsid w:val="0008554A"/>
    <w:rsid w:val="0008565A"/>
    <w:rsid w:val="000914E1"/>
    <w:rsid w:val="00092955"/>
    <w:rsid w:val="000977ED"/>
    <w:rsid w:val="000978F7"/>
    <w:rsid w:val="000A0810"/>
    <w:rsid w:val="000A3B9F"/>
    <w:rsid w:val="000A3C50"/>
    <w:rsid w:val="000A5D47"/>
    <w:rsid w:val="000A6778"/>
    <w:rsid w:val="000B09A1"/>
    <w:rsid w:val="000B2466"/>
    <w:rsid w:val="000B62A1"/>
    <w:rsid w:val="000B76F3"/>
    <w:rsid w:val="000B785D"/>
    <w:rsid w:val="000B7CCE"/>
    <w:rsid w:val="000C2A6D"/>
    <w:rsid w:val="000C3AD6"/>
    <w:rsid w:val="000C4DE3"/>
    <w:rsid w:val="000C5B38"/>
    <w:rsid w:val="000C705F"/>
    <w:rsid w:val="000D0723"/>
    <w:rsid w:val="000D136D"/>
    <w:rsid w:val="000D5822"/>
    <w:rsid w:val="000E0140"/>
    <w:rsid w:val="000E01A4"/>
    <w:rsid w:val="000E04C1"/>
    <w:rsid w:val="000E1F98"/>
    <w:rsid w:val="000E262D"/>
    <w:rsid w:val="000E4260"/>
    <w:rsid w:val="000E7261"/>
    <w:rsid w:val="000E7E1A"/>
    <w:rsid w:val="000F0C7E"/>
    <w:rsid w:val="000F2E5B"/>
    <w:rsid w:val="000F4393"/>
    <w:rsid w:val="000F4763"/>
    <w:rsid w:val="000F4A93"/>
    <w:rsid w:val="000F5316"/>
    <w:rsid w:val="000F5566"/>
    <w:rsid w:val="000F5E72"/>
    <w:rsid w:val="000F7A59"/>
    <w:rsid w:val="001006CC"/>
    <w:rsid w:val="00101562"/>
    <w:rsid w:val="00104F83"/>
    <w:rsid w:val="00105DCC"/>
    <w:rsid w:val="00106B5D"/>
    <w:rsid w:val="001100EA"/>
    <w:rsid w:val="0011029A"/>
    <w:rsid w:val="001110D8"/>
    <w:rsid w:val="00111670"/>
    <w:rsid w:val="0011450E"/>
    <w:rsid w:val="00116A90"/>
    <w:rsid w:val="001235BB"/>
    <w:rsid w:val="001246FB"/>
    <w:rsid w:val="001301DC"/>
    <w:rsid w:val="001339EC"/>
    <w:rsid w:val="001348A1"/>
    <w:rsid w:val="00134D94"/>
    <w:rsid w:val="00134DA2"/>
    <w:rsid w:val="001369F7"/>
    <w:rsid w:val="00137BCF"/>
    <w:rsid w:val="00141279"/>
    <w:rsid w:val="001440E7"/>
    <w:rsid w:val="00144E9D"/>
    <w:rsid w:val="00145836"/>
    <w:rsid w:val="00146EFE"/>
    <w:rsid w:val="00150764"/>
    <w:rsid w:val="00150C4C"/>
    <w:rsid w:val="0015109A"/>
    <w:rsid w:val="00152208"/>
    <w:rsid w:val="0015232B"/>
    <w:rsid w:val="001528E4"/>
    <w:rsid w:val="00152DD6"/>
    <w:rsid w:val="0015456B"/>
    <w:rsid w:val="0015478D"/>
    <w:rsid w:val="00157418"/>
    <w:rsid w:val="0015782F"/>
    <w:rsid w:val="00157C32"/>
    <w:rsid w:val="001611F0"/>
    <w:rsid w:val="00161234"/>
    <w:rsid w:val="0016286B"/>
    <w:rsid w:val="0016434E"/>
    <w:rsid w:val="0016518B"/>
    <w:rsid w:val="00165319"/>
    <w:rsid w:val="001666CB"/>
    <w:rsid w:val="001670D7"/>
    <w:rsid w:val="00170952"/>
    <w:rsid w:val="00171936"/>
    <w:rsid w:val="00173BC5"/>
    <w:rsid w:val="00177B2A"/>
    <w:rsid w:val="00177DA3"/>
    <w:rsid w:val="00177DE4"/>
    <w:rsid w:val="00180F7C"/>
    <w:rsid w:val="00181DD4"/>
    <w:rsid w:val="00182153"/>
    <w:rsid w:val="00184210"/>
    <w:rsid w:val="001846A3"/>
    <w:rsid w:val="0018522C"/>
    <w:rsid w:val="001869F3"/>
    <w:rsid w:val="00187033"/>
    <w:rsid w:val="001876E3"/>
    <w:rsid w:val="00191EBB"/>
    <w:rsid w:val="00192909"/>
    <w:rsid w:val="00193EEC"/>
    <w:rsid w:val="00194423"/>
    <w:rsid w:val="001946B4"/>
    <w:rsid w:val="00194925"/>
    <w:rsid w:val="00197F13"/>
    <w:rsid w:val="001A158E"/>
    <w:rsid w:val="001A18E6"/>
    <w:rsid w:val="001A2232"/>
    <w:rsid w:val="001A3C83"/>
    <w:rsid w:val="001A40B4"/>
    <w:rsid w:val="001A4720"/>
    <w:rsid w:val="001A4CE2"/>
    <w:rsid w:val="001A6309"/>
    <w:rsid w:val="001B0C57"/>
    <w:rsid w:val="001B3E9C"/>
    <w:rsid w:val="001B3FB8"/>
    <w:rsid w:val="001C118C"/>
    <w:rsid w:val="001C1A2D"/>
    <w:rsid w:val="001C2499"/>
    <w:rsid w:val="001C3755"/>
    <w:rsid w:val="001C4049"/>
    <w:rsid w:val="001C458B"/>
    <w:rsid w:val="001C5AFD"/>
    <w:rsid w:val="001C5DF3"/>
    <w:rsid w:val="001D08C6"/>
    <w:rsid w:val="001D0F07"/>
    <w:rsid w:val="001D343A"/>
    <w:rsid w:val="001D5485"/>
    <w:rsid w:val="001E00D3"/>
    <w:rsid w:val="001E175B"/>
    <w:rsid w:val="001E2456"/>
    <w:rsid w:val="001E291F"/>
    <w:rsid w:val="001E534A"/>
    <w:rsid w:val="001F004E"/>
    <w:rsid w:val="001F0A63"/>
    <w:rsid w:val="001F0C87"/>
    <w:rsid w:val="001F20ED"/>
    <w:rsid w:val="001F2244"/>
    <w:rsid w:val="001F2B04"/>
    <w:rsid w:val="001F4B56"/>
    <w:rsid w:val="001F61DF"/>
    <w:rsid w:val="001F6612"/>
    <w:rsid w:val="001F7B07"/>
    <w:rsid w:val="00200DD4"/>
    <w:rsid w:val="00200F22"/>
    <w:rsid w:val="0020259A"/>
    <w:rsid w:val="002032D7"/>
    <w:rsid w:val="002068E7"/>
    <w:rsid w:val="00206997"/>
    <w:rsid w:val="002069F2"/>
    <w:rsid w:val="00207519"/>
    <w:rsid w:val="00210374"/>
    <w:rsid w:val="00210944"/>
    <w:rsid w:val="00211F57"/>
    <w:rsid w:val="00212F79"/>
    <w:rsid w:val="00217FFD"/>
    <w:rsid w:val="00222038"/>
    <w:rsid w:val="00222187"/>
    <w:rsid w:val="00222546"/>
    <w:rsid w:val="0022296B"/>
    <w:rsid w:val="00222A59"/>
    <w:rsid w:val="002240D6"/>
    <w:rsid w:val="002247C6"/>
    <w:rsid w:val="00224DD1"/>
    <w:rsid w:val="00225124"/>
    <w:rsid w:val="00226412"/>
    <w:rsid w:val="00231E5C"/>
    <w:rsid w:val="00233C2F"/>
    <w:rsid w:val="0023557B"/>
    <w:rsid w:val="00236044"/>
    <w:rsid w:val="002443CE"/>
    <w:rsid w:val="00245759"/>
    <w:rsid w:val="002462E6"/>
    <w:rsid w:val="002506F3"/>
    <w:rsid w:val="002526D7"/>
    <w:rsid w:val="00253D3B"/>
    <w:rsid w:val="00257A1C"/>
    <w:rsid w:val="00263A4D"/>
    <w:rsid w:val="00263ED8"/>
    <w:rsid w:val="002643A8"/>
    <w:rsid w:val="00264607"/>
    <w:rsid w:val="00264F29"/>
    <w:rsid w:val="00265466"/>
    <w:rsid w:val="00266684"/>
    <w:rsid w:val="00275052"/>
    <w:rsid w:val="002753D6"/>
    <w:rsid w:val="00280B41"/>
    <w:rsid w:val="00281846"/>
    <w:rsid w:val="00281A4C"/>
    <w:rsid w:val="00282CD5"/>
    <w:rsid w:val="00283424"/>
    <w:rsid w:val="00287E56"/>
    <w:rsid w:val="002900D7"/>
    <w:rsid w:val="0029108E"/>
    <w:rsid w:val="0029186B"/>
    <w:rsid w:val="00291AC0"/>
    <w:rsid w:val="00292D10"/>
    <w:rsid w:val="00293081"/>
    <w:rsid w:val="002944AE"/>
    <w:rsid w:val="0029458D"/>
    <w:rsid w:val="002959A4"/>
    <w:rsid w:val="00296C4F"/>
    <w:rsid w:val="0029760B"/>
    <w:rsid w:val="002A233D"/>
    <w:rsid w:val="002A2398"/>
    <w:rsid w:val="002A2A23"/>
    <w:rsid w:val="002A5B1A"/>
    <w:rsid w:val="002A5F4D"/>
    <w:rsid w:val="002A66A8"/>
    <w:rsid w:val="002B0480"/>
    <w:rsid w:val="002B18A6"/>
    <w:rsid w:val="002B198E"/>
    <w:rsid w:val="002B1A0A"/>
    <w:rsid w:val="002B20FD"/>
    <w:rsid w:val="002B27E8"/>
    <w:rsid w:val="002B2D78"/>
    <w:rsid w:val="002B3788"/>
    <w:rsid w:val="002B41DE"/>
    <w:rsid w:val="002B5E40"/>
    <w:rsid w:val="002B626C"/>
    <w:rsid w:val="002B73B6"/>
    <w:rsid w:val="002B751C"/>
    <w:rsid w:val="002C2FEE"/>
    <w:rsid w:val="002C38F0"/>
    <w:rsid w:val="002C49EB"/>
    <w:rsid w:val="002C4CF9"/>
    <w:rsid w:val="002C5CA7"/>
    <w:rsid w:val="002D14B7"/>
    <w:rsid w:val="002D44DF"/>
    <w:rsid w:val="002D6F3E"/>
    <w:rsid w:val="002D7D44"/>
    <w:rsid w:val="002E1D12"/>
    <w:rsid w:val="002E4B11"/>
    <w:rsid w:val="002E7640"/>
    <w:rsid w:val="002F0579"/>
    <w:rsid w:val="002F08F1"/>
    <w:rsid w:val="002F4700"/>
    <w:rsid w:val="002F631C"/>
    <w:rsid w:val="002F655D"/>
    <w:rsid w:val="002F7B38"/>
    <w:rsid w:val="00303EF9"/>
    <w:rsid w:val="00306362"/>
    <w:rsid w:val="00311376"/>
    <w:rsid w:val="00311F26"/>
    <w:rsid w:val="0031212C"/>
    <w:rsid w:val="0031324D"/>
    <w:rsid w:val="00313458"/>
    <w:rsid w:val="00316149"/>
    <w:rsid w:val="00320E4C"/>
    <w:rsid w:val="00320F5F"/>
    <w:rsid w:val="0032472E"/>
    <w:rsid w:val="00325548"/>
    <w:rsid w:val="003272D2"/>
    <w:rsid w:val="00327CA4"/>
    <w:rsid w:val="003308AE"/>
    <w:rsid w:val="00332411"/>
    <w:rsid w:val="003354A7"/>
    <w:rsid w:val="00336933"/>
    <w:rsid w:val="00340BCA"/>
    <w:rsid w:val="0034302A"/>
    <w:rsid w:val="00346BC9"/>
    <w:rsid w:val="003522B0"/>
    <w:rsid w:val="003523ED"/>
    <w:rsid w:val="00352ABF"/>
    <w:rsid w:val="00353963"/>
    <w:rsid w:val="00354213"/>
    <w:rsid w:val="00355CAF"/>
    <w:rsid w:val="00355F95"/>
    <w:rsid w:val="0036195D"/>
    <w:rsid w:val="00362D1C"/>
    <w:rsid w:val="00363318"/>
    <w:rsid w:val="003633A7"/>
    <w:rsid w:val="0036441E"/>
    <w:rsid w:val="003645B5"/>
    <w:rsid w:val="00366C58"/>
    <w:rsid w:val="00366EF9"/>
    <w:rsid w:val="00371838"/>
    <w:rsid w:val="00371C29"/>
    <w:rsid w:val="00372163"/>
    <w:rsid w:val="00372591"/>
    <w:rsid w:val="00373BF2"/>
    <w:rsid w:val="00380EF9"/>
    <w:rsid w:val="0038213B"/>
    <w:rsid w:val="0038275F"/>
    <w:rsid w:val="00384E79"/>
    <w:rsid w:val="00385176"/>
    <w:rsid w:val="003862F3"/>
    <w:rsid w:val="00387038"/>
    <w:rsid w:val="00393658"/>
    <w:rsid w:val="00394A41"/>
    <w:rsid w:val="00395E52"/>
    <w:rsid w:val="003975F4"/>
    <w:rsid w:val="003A1B54"/>
    <w:rsid w:val="003A2491"/>
    <w:rsid w:val="003A3CF8"/>
    <w:rsid w:val="003A499E"/>
    <w:rsid w:val="003A4A74"/>
    <w:rsid w:val="003A4B85"/>
    <w:rsid w:val="003A56BC"/>
    <w:rsid w:val="003A680D"/>
    <w:rsid w:val="003A76A3"/>
    <w:rsid w:val="003B4309"/>
    <w:rsid w:val="003B48E5"/>
    <w:rsid w:val="003B6367"/>
    <w:rsid w:val="003B6BEF"/>
    <w:rsid w:val="003B7267"/>
    <w:rsid w:val="003C1761"/>
    <w:rsid w:val="003C2B91"/>
    <w:rsid w:val="003C2D4D"/>
    <w:rsid w:val="003C3457"/>
    <w:rsid w:val="003C4E5A"/>
    <w:rsid w:val="003C7E8F"/>
    <w:rsid w:val="003D15B1"/>
    <w:rsid w:val="003D1662"/>
    <w:rsid w:val="003D2C22"/>
    <w:rsid w:val="003D4411"/>
    <w:rsid w:val="003D5F6A"/>
    <w:rsid w:val="003D644D"/>
    <w:rsid w:val="003D7ECB"/>
    <w:rsid w:val="003E470A"/>
    <w:rsid w:val="003E4B39"/>
    <w:rsid w:val="003E6AAD"/>
    <w:rsid w:val="003E73DE"/>
    <w:rsid w:val="003E7769"/>
    <w:rsid w:val="003F0E58"/>
    <w:rsid w:val="003F19F6"/>
    <w:rsid w:val="003F2AD9"/>
    <w:rsid w:val="003F328F"/>
    <w:rsid w:val="003F3AAC"/>
    <w:rsid w:val="003F6602"/>
    <w:rsid w:val="003F69D5"/>
    <w:rsid w:val="003F777E"/>
    <w:rsid w:val="00402777"/>
    <w:rsid w:val="004043A9"/>
    <w:rsid w:val="00405893"/>
    <w:rsid w:val="004059BE"/>
    <w:rsid w:val="00411230"/>
    <w:rsid w:val="004116DD"/>
    <w:rsid w:val="00411F2B"/>
    <w:rsid w:val="004129E2"/>
    <w:rsid w:val="00412AE7"/>
    <w:rsid w:val="00414616"/>
    <w:rsid w:val="00414EA9"/>
    <w:rsid w:val="0041521B"/>
    <w:rsid w:val="00416453"/>
    <w:rsid w:val="00417471"/>
    <w:rsid w:val="00420E15"/>
    <w:rsid w:val="004249D9"/>
    <w:rsid w:val="00424E4E"/>
    <w:rsid w:val="00426054"/>
    <w:rsid w:val="00426944"/>
    <w:rsid w:val="00433C90"/>
    <w:rsid w:val="00433CD4"/>
    <w:rsid w:val="0043539F"/>
    <w:rsid w:val="00436268"/>
    <w:rsid w:val="00437993"/>
    <w:rsid w:val="00441BB8"/>
    <w:rsid w:val="00442190"/>
    <w:rsid w:val="00443106"/>
    <w:rsid w:val="00443798"/>
    <w:rsid w:val="0044613C"/>
    <w:rsid w:val="004470A7"/>
    <w:rsid w:val="00450A34"/>
    <w:rsid w:val="00450F83"/>
    <w:rsid w:val="00452B3A"/>
    <w:rsid w:val="0045519D"/>
    <w:rsid w:val="0045713B"/>
    <w:rsid w:val="0045774C"/>
    <w:rsid w:val="00462ABE"/>
    <w:rsid w:val="004636D8"/>
    <w:rsid w:val="004636E3"/>
    <w:rsid w:val="0046535E"/>
    <w:rsid w:val="0046540F"/>
    <w:rsid w:val="00467232"/>
    <w:rsid w:val="00470FF4"/>
    <w:rsid w:val="00472299"/>
    <w:rsid w:val="004732EF"/>
    <w:rsid w:val="0047376E"/>
    <w:rsid w:val="00473A24"/>
    <w:rsid w:val="00473A5D"/>
    <w:rsid w:val="004757AC"/>
    <w:rsid w:val="0047630B"/>
    <w:rsid w:val="00477DE8"/>
    <w:rsid w:val="00480942"/>
    <w:rsid w:val="004821B1"/>
    <w:rsid w:val="00482844"/>
    <w:rsid w:val="00483702"/>
    <w:rsid w:val="0048390A"/>
    <w:rsid w:val="00483B25"/>
    <w:rsid w:val="00484F72"/>
    <w:rsid w:val="0048519F"/>
    <w:rsid w:val="00493BD3"/>
    <w:rsid w:val="00496F6C"/>
    <w:rsid w:val="004A3922"/>
    <w:rsid w:val="004A3F1A"/>
    <w:rsid w:val="004A5207"/>
    <w:rsid w:val="004A5524"/>
    <w:rsid w:val="004A5770"/>
    <w:rsid w:val="004A6234"/>
    <w:rsid w:val="004B1DFC"/>
    <w:rsid w:val="004B1E25"/>
    <w:rsid w:val="004B1E66"/>
    <w:rsid w:val="004B28D0"/>
    <w:rsid w:val="004B28E5"/>
    <w:rsid w:val="004B41BA"/>
    <w:rsid w:val="004B42E9"/>
    <w:rsid w:val="004B5FBD"/>
    <w:rsid w:val="004B5FDC"/>
    <w:rsid w:val="004B78EB"/>
    <w:rsid w:val="004B7DA5"/>
    <w:rsid w:val="004C131D"/>
    <w:rsid w:val="004C180F"/>
    <w:rsid w:val="004C28BA"/>
    <w:rsid w:val="004C408A"/>
    <w:rsid w:val="004C4849"/>
    <w:rsid w:val="004C7209"/>
    <w:rsid w:val="004C746B"/>
    <w:rsid w:val="004D16A6"/>
    <w:rsid w:val="004D20E4"/>
    <w:rsid w:val="004D29D0"/>
    <w:rsid w:val="004D2B9D"/>
    <w:rsid w:val="004D3BD8"/>
    <w:rsid w:val="004D4F18"/>
    <w:rsid w:val="004D5306"/>
    <w:rsid w:val="004D5DCD"/>
    <w:rsid w:val="004D6094"/>
    <w:rsid w:val="004D6D13"/>
    <w:rsid w:val="004E0541"/>
    <w:rsid w:val="004E2838"/>
    <w:rsid w:val="004E3D3D"/>
    <w:rsid w:val="004E49C9"/>
    <w:rsid w:val="004E6A0F"/>
    <w:rsid w:val="004F0F0D"/>
    <w:rsid w:val="004F1910"/>
    <w:rsid w:val="004F1EC4"/>
    <w:rsid w:val="004F248C"/>
    <w:rsid w:val="004F34DC"/>
    <w:rsid w:val="004F3D38"/>
    <w:rsid w:val="004F67DF"/>
    <w:rsid w:val="00501885"/>
    <w:rsid w:val="00502575"/>
    <w:rsid w:val="005025A5"/>
    <w:rsid w:val="00502C0D"/>
    <w:rsid w:val="00503AF4"/>
    <w:rsid w:val="00507625"/>
    <w:rsid w:val="005079F4"/>
    <w:rsid w:val="005129F9"/>
    <w:rsid w:val="00512B46"/>
    <w:rsid w:val="005135FC"/>
    <w:rsid w:val="00513C3F"/>
    <w:rsid w:val="005140C4"/>
    <w:rsid w:val="00515CE1"/>
    <w:rsid w:val="00516C54"/>
    <w:rsid w:val="00523941"/>
    <w:rsid w:val="0052462F"/>
    <w:rsid w:val="0052470C"/>
    <w:rsid w:val="005256D5"/>
    <w:rsid w:val="00526E77"/>
    <w:rsid w:val="0053211F"/>
    <w:rsid w:val="00533F59"/>
    <w:rsid w:val="00536172"/>
    <w:rsid w:val="005376C3"/>
    <w:rsid w:val="00537BDE"/>
    <w:rsid w:val="005411FC"/>
    <w:rsid w:val="00541818"/>
    <w:rsid w:val="00541D9C"/>
    <w:rsid w:val="005429C6"/>
    <w:rsid w:val="00543F28"/>
    <w:rsid w:val="005451EC"/>
    <w:rsid w:val="00545203"/>
    <w:rsid w:val="00545E7A"/>
    <w:rsid w:val="00546270"/>
    <w:rsid w:val="00547A18"/>
    <w:rsid w:val="00550B47"/>
    <w:rsid w:val="00551759"/>
    <w:rsid w:val="005525CB"/>
    <w:rsid w:val="0055287D"/>
    <w:rsid w:val="005534D4"/>
    <w:rsid w:val="00553C70"/>
    <w:rsid w:val="00553E17"/>
    <w:rsid w:val="0055666B"/>
    <w:rsid w:val="00556FBE"/>
    <w:rsid w:val="0055736E"/>
    <w:rsid w:val="00560E9E"/>
    <w:rsid w:val="00561676"/>
    <w:rsid w:val="0056235E"/>
    <w:rsid w:val="00562950"/>
    <w:rsid w:val="00563018"/>
    <w:rsid w:val="00563DE3"/>
    <w:rsid w:val="00565F37"/>
    <w:rsid w:val="005666D7"/>
    <w:rsid w:val="00570099"/>
    <w:rsid w:val="00571392"/>
    <w:rsid w:val="005722F2"/>
    <w:rsid w:val="00574022"/>
    <w:rsid w:val="00574C0A"/>
    <w:rsid w:val="00576CA9"/>
    <w:rsid w:val="005775DB"/>
    <w:rsid w:val="005776FF"/>
    <w:rsid w:val="005779F0"/>
    <w:rsid w:val="00581EEF"/>
    <w:rsid w:val="00582C17"/>
    <w:rsid w:val="005861EF"/>
    <w:rsid w:val="00587BF6"/>
    <w:rsid w:val="00591EE8"/>
    <w:rsid w:val="0059637B"/>
    <w:rsid w:val="00596DEF"/>
    <w:rsid w:val="005A0DED"/>
    <w:rsid w:val="005A2714"/>
    <w:rsid w:val="005A2CC8"/>
    <w:rsid w:val="005A2DCA"/>
    <w:rsid w:val="005A3899"/>
    <w:rsid w:val="005A4202"/>
    <w:rsid w:val="005A5034"/>
    <w:rsid w:val="005B171F"/>
    <w:rsid w:val="005B35CF"/>
    <w:rsid w:val="005B44EC"/>
    <w:rsid w:val="005B4B3A"/>
    <w:rsid w:val="005B5465"/>
    <w:rsid w:val="005B6347"/>
    <w:rsid w:val="005C0309"/>
    <w:rsid w:val="005C5F78"/>
    <w:rsid w:val="005D42FA"/>
    <w:rsid w:val="005D451C"/>
    <w:rsid w:val="005D5A20"/>
    <w:rsid w:val="005D5C66"/>
    <w:rsid w:val="005D6221"/>
    <w:rsid w:val="005D6341"/>
    <w:rsid w:val="005D6B3F"/>
    <w:rsid w:val="005E0AB0"/>
    <w:rsid w:val="005E1F61"/>
    <w:rsid w:val="005E2BAF"/>
    <w:rsid w:val="005E2CA6"/>
    <w:rsid w:val="005E39A4"/>
    <w:rsid w:val="005E3D3E"/>
    <w:rsid w:val="005E507B"/>
    <w:rsid w:val="005E54E1"/>
    <w:rsid w:val="005E5C2F"/>
    <w:rsid w:val="005E71B9"/>
    <w:rsid w:val="005F0A43"/>
    <w:rsid w:val="005F1798"/>
    <w:rsid w:val="005F264C"/>
    <w:rsid w:val="005F32BD"/>
    <w:rsid w:val="005F4667"/>
    <w:rsid w:val="005F5786"/>
    <w:rsid w:val="005F5A7E"/>
    <w:rsid w:val="005F77A7"/>
    <w:rsid w:val="005F7954"/>
    <w:rsid w:val="006030CE"/>
    <w:rsid w:val="006039B7"/>
    <w:rsid w:val="00604BF5"/>
    <w:rsid w:val="00604DD5"/>
    <w:rsid w:val="00610FD4"/>
    <w:rsid w:val="00611CEF"/>
    <w:rsid w:val="006152DB"/>
    <w:rsid w:val="00622856"/>
    <w:rsid w:val="00622B44"/>
    <w:rsid w:val="00622D92"/>
    <w:rsid w:val="00624450"/>
    <w:rsid w:val="00624E70"/>
    <w:rsid w:val="0062569C"/>
    <w:rsid w:val="00627B54"/>
    <w:rsid w:val="00636911"/>
    <w:rsid w:val="00636A77"/>
    <w:rsid w:val="006405EA"/>
    <w:rsid w:val="006409E6"/>
    <w:rsid w:val="00641125"/>
    <w:rsid w:val="0064155E"/>
    <w:rsid w:val="00641645"/>
    <w:rsid w:val="00641B8B"/>
    <w:rsid w:val="00642839"/>
    <w:rsid w:val="00642B61"/>
    <w:rsid w:val="0064312A"/>
    <w:rsid w:val="00643B9B"/>
    <w:rsid w:val="00644248"/>
    <w:rsid w:val="00645ABF"/>
    <w:rsid w:val="00646EA7"/>
    <w:rsid w:val="006519B9"/>
    <w:rsid w:val="006546A4"/>
    <w:rsid w:val="00656C48"/>
    <w:rsid w:val="00656CDF"/>
    <w:rsid w:val="0066092F"/>
    <w:rsid w:val="00663E50"/>
    <w:rsid w:val="006651BF"/>
    <w:rsid w:val="00667C50"/>
    <w:rsid w:val="006712F8"/>
    <w:rsid w:val="00671915"/>
    <w:rsid w:val="00671F11"/>
    <w:rsid w:val="00672EF4"/>
    <w:rsid w:val="006749BB"/>
    <w:rsid w:val="00675C46"/>
    <w:rsid w:val="0067661D"/>
    <w:rsid w:val="00676D6F"/>
    <w:rsid w:val="00676DFB"/>
    <w:rsid w:val="00676EB1"/>
    <w:rsid w:val="00681DBA"/>
    <w:rsid w:val="00684AFC"/>
    <w:rsid w:val="00684F05"/>
    <w:rsid w:val="006862EC"/>
    <w:rsid w:val="00690964"/>
    <w:rsid w:val="006914DA"/>
    <w:rsid w:val="00691C12"/>
    <w:rsid w:val="006924DC"/>
    <w:rsid w:val="00692815"/>
    <w:rsid w:val="0069348E"/>
    <w:rsid w:val="00694E68"/>
    <w:rsid w:val="006954E0"/>
    <w:rsid w:val="00697D5F"/>
    <w:rsid w:val="006A07B4"/>
    <w:rsid w:val="006A0A66"/>
    <w:rsid w:val="006A1B45"/>
    <w:rsid w:val="006A3B59"/>
    <w:rsid w:val="006A3BB2"/>
    <w:rsid w:val="006A520B"/>
    <w:rsid w:val="006A661F"/>
    <w:rsid w:val="006A7042"/>
    <w:rsid w:val="006B163B"/>
    <w:rsid w:val="006B28BE"/>
    <w:rsid w:val="006B2969"/>
    <w:rsid w:val="006B4176"/>
    <w:rsid w:val="006B42D0"/>
    <w:rsid w:val="006B4604"/>
    <w:rsid w:val="006B46DD"/>
    <w:rsid w:val="006B529D"/>
    <w:rsid w:val="006B6026"/>
    <w:rsid w:val="006B66F5"/>
    <w:rsid w:val="006B6A69"/>
    <w:rsid w:val="006B70FB"/>
    <w:rsid w:val="006C109A"/>
    <w:rsid w:val="006C2B72"/>
    <w:rsid w:val="006C423C"/>
    <w:rsid w:val="006C65FB"/>
    <w:rsid w:val="006C758E"/>
    <w:rsid w:val="006D3158"/>
    <w:rsid w:val="006D3EC9"/>
    <w:rsid w:val="006D4C7C"/>
    <w:rsid w:val="006D5F44"/>
    <w:rsid w:val="006D6A0F"/>
    <w:rsid w:val="006E0741"/>
    <w:rsid w:val="006E13C4"/>
    <w:rsid w:val="006E1D87"/>
    <w:rsid w:val="006E3FB4"/>
    <w:rsid w:val="006E53FA"/>
    <w:rsid w:val="006E540A"/>
    <w:rsid w:val="006E637A"/>
    <w:rsid w:val="006E6955"/>
    <w:rsid w:val="006E7062"/>
    <w:rsid w:val="006E791F"/>
    <w:rsid w:val="006F01DA"/>
    <w:rsid w:val="007015D3"/>
    <w:rsid w:val="00701A59"/>
    <w:rsid w:val="00701B6F"/>
    <w:rsid w:val="00701F6C"/>
    <w:rsid w:val="007028AB"/>
    <w:rsid w:val="00703276"/>
    <w:rsid w:val="0070500F"/>
    <w:rsid w:val="00705D4E"/>
    <w:rsid w:val="0070612B"/>
    <w:rsid w:val="00707CE7"/>
    <w:rsid w:val="0071061F"/>
    <w:rsid w:val="0071241A"/>
    <w:rsid w:val="00715978"/>
    <w:rsid w:val="00715D14"/>
    <w:rsid w:val="00720E91"/>
    <w:rsid w:val="007215E5"/>
    <w:rsid w:val="007227B0"/>
    <w:rsid w:val="00723AC1"/>
    <w:rsid w:val="00725304"/>
    <w:rsid w:val="00726060"/>
    <w:rsid w:val="00726F07"/>
    <w:rsid w:val="0072739E"/>
    <w:rsid w:val="0073072F"/>
    <w:rsid w:val="007312EC"/>
    <w:rsid w:val="0073186A"/>
    <w:rsid w:val="007331BE"/>
    <w:rsid w:val="00733406"/>
    <w:rsid w:val="0073542C"/>
    <w:rsid w:val="00736735"/>
    <w:rsid w:val="00737000"/>
    <w:rsid w:val="0074038A"/>
    <w:rsid w:val="00740882"/>
    <w:rsid w:val="0074131E"/>
    <w:rsid w:val="007413BE"/>
    <w:rsid w:val="00742A64"/>
    <w:rsid w:val="00742B1F"/>
    <w:rsid w:val="007430F2"/>
    <w:rsid w:val="00743220"/>
    <w:rsid w:val="0074513F"/>
    <w:rsid w:val="0074580B"/>
    <w:rsid w:val="00750303"/>
    <w:rsid w:val="00752655"/>
    <w:rsid w:val="00753251"/>
    <w:rsid w:val="007537F1"/>
    <w:rsid w:val="00755557"/>
    <w:rsid w:val="0075742C"/>
    <w:rsid w:val="00757EBB"/>
    <w:rsid w:val="00760C9D"/>
    <w:rsid w:val="00761AB3"/>
    <w:rsid w:val="00764E4F"/>
    <w:rsid w:val="00771375"/>
    <w:rsid w:val="00773652"/>
    <w:rsid w:val="00773A90"/>
    <w:rsid w:val="00775D37"/>
    <w:rsid w:val="00776116"/>
    <w:rsid w:val="00780FC5"/>
    <w:rsid w:val="007834AB"/>
    <w:rsid w:val="007852F6"/>
    <w:rsid w:val="00786E30"/>
    <w:rsid w:val="00790466"/>
    <w:rsid w:val="00790971"/>
    <w:rsid w:val="00791223"/>
    <w:rsid w:val="0079173C"/>
    <w:rsid w:val="00791E00"/>
    <w:rsid w:val="00792700"/>
    <w:rsid w:val="007934E0"/>
    <w:rsid w:val="0079496D"/>
    <w:rsid w:val="00795FFE"/>
    <w:rsid w:val="007A190A"/>
    <w:rsid w:val="007A5D8B"/>
    <w:rsid w:val="007A61F4"/>
    <w:rsid w:val="007A6ABE"/>
    <w:rsid w:val="007B4B88"/>
    <w:rsid w:val="007B4DDE"/>
    <w:rsid w:val="007B6645"/>
    <w:rsid w:val="007B6724"/>
    <w:rsid w:val="007B6B38"/>
    <w:rsid w:val="007C0B23"/>
    <w:rsid w:val="007C1417"/>
    <w:rsid w:val="007C1874"/>
    <w:rsid w:val="007C5A7D"/>
    <w:rsid w:val="007C7C9F"/>
    <w:rsid w:val="007C7E58"/>
    <w:rsid w:val="007D0ADF"/>
    <w:rsid w:val="007D2146"/>
    <w:rsid w:val="007D230C"/>
    <w:rsid w:val="007D2513"/>
    <w:rsid w:val="007D4DBE"/>
    <w:rsid w:val="007D6AD2"/>
    <w:rsid w:val="007D6D9B"/>
    <w:rsid w:val="007D7E42"/>
    <w:rsid w:val="007E1785"/>
    <w:rsid w:val="007E2C80"/>
    <w:rsid w:val="007E2ED1"/>
    <w:rsid w:val="007E3C62"/>
    <w:rsid w:val="007E3DDE"/>
    <w:rsid w:val="007E41B5"/>
    <w:rsid w:val="007E5C6A"/>
    <w:rsid w:val="007E7E4E"/>
    <w:rsid w:val="007F2884"/>
    <w:rsid w:val="007F3BF2"/>
    <w:rsid w:val="007F3EEC"/>
    <w:rsid w:val="007F40EE"/>
    <w:rsid w:val="007F4115"/>
    <w:rsid w:val="007F6222"/>
    <w:rsid w:val="007F6C26"/>
    <w:rsid w:val="0080096A"/>
    <w:rsid w:val="00801990"/>
    <w:rsid w:val="00805604"/>
    <w:rsid w:val="008073A6"/>
    <w:rsid w:val="00810F22"/>
    <w:rsid w:val="008127AF"/>
    <w:rsid w:val="008132B2"/>
    <w:rsid w:val="00813B90"/>
    <w:rsid w:val="00813D3C"/>
    <w:rsid w:val="00814050"/>
    <w:rsid w:val="00814B27"/>
    <w:rsid w:val="00817FA6"/>
    <w:rsid w:val="00820E05"/>
    <w:rsid w:val="00822B0D"/>
    <w:rsid w:val="00822EAD"/>
    <w:rsid w:val="00823A03"/>
    <w:rsid w:val="0082468E"/>
    <w:rsid w:val="00824B23"/>
    <w:rsid w:val="00825AC9"/>
    <w:rsid w:val="00827674"/>
    <w:rsid w:val="00835C9C"/>
    <w:rsid w:val="008400A8"/>
    <w:rsid w:val="00841272"/>
    <w:rsid w:val="008415B7"/>
    <w:rsid w:val="008443D1"/>
    <w:rsid w:val="00844BE1"/>
    <w:rsid w:val="00845482"/>
    <w:rsid w:val="00846730"/>
    <w:rsid w:val="00847A8D"/>
    <w:rsid w:val="008507FA"/>
    <w:rsid w:val="00852C3B"/>
    <w:rsid w:val="0085414C"/>
    <w:rsid w:val="00854A98"/>
    <w:rsid w:val="00855937"/>
    <w:rsid w:val="00855E2C"/>
    <w:rsid w:val="00856509"/>
    <w:rsid w:val="00861E4F"/>
    <w:rsid w:val="008624B1"/>
    <w:rsid w:val="008638F0"/>
    <w:rsid w:val="00863FBB"/>
    <w:rsid w:val="0086476B"/>
    <w:rsid w:val="008647EA"/>
    <w:rsid w:val="00864A96"/>
    <w:rsid w:val="0086622E"/>
    <w:rsid w:val="00866D61"/>
    <w:rsid w:val="008739B0"/>
    <w:rsid w:val="00877D54"/>
    <w:rsid w:val="00877DC1"/>
    <w:rsid w:val="00882E8F"/>
    <w:rsid w:val="00883AC4"/>
    <w:rsid w:val="00884B39"/>
    <w:rsid w:val="00884FED"/>
    <w:rsid w:val="0088645C"/>
    <w:rsid w:val="008869E0"/>
    <w:rsid w:val="0088719B"/>
    <w:rsid w:val="008901B3"/>
    <w:rsid w:val="008907B2"/>
    <w:rsid w:val="0089205A"/>
    <w:rsid w:val="0089286C"/>
    <w:rsid w:val="0089485A"/>
    <w:rsid w:val="00896478"/>
    <w:rsid w:val="008A013E"/>
    <w:rsid w:val="008A0C19"/>
    <w:rsid w:val="008A157D"/>
    <w:rsid w:val="008A1CCC"/>
    <w:rsid w:val="008A4751"/>
    <w:rsid w:val="008A48AA"/>
    <w:rsid w:val="008A5AB5"/>
    <w:rsid w:val="008A66B8"/>
    <w:rsid w:val="008A6C26"/>
    <w:rsid w:val="008A7B00"/>
    <w:rsid w:val="008A7B43"/>
    <w:rsid w:val="008B000F"/>
    <w:rsid w:val="008B06C0"/>
    <w:rsid w:val="008B3385"/>
    <w:rsid w:val="008B5EFF"/>
    <w:rsid w:val="008C2F11"/>
    <w:rsid w:val="008C4189"/>
    <w:rsid w:val="008C5143"/>
    <w:rsid w:val="008C60BE"/>
    <w:rsid w:val="008C6DFD"/>
    <w:rsid w:val="008D00DC"/>
    <w:rsid w:val="008D0760"/>
    <w:rsid w:val="008E4553"/>
    <w:rsid w:val="008E45CB"/>
    <w:rsid w:val="008E54DF"/>
    <w:rsid w:val="008E616F"/>
    <w:rsid w:val="008F014C"/>
    <w:rsid w:val="008F0286"/>
    <w:rsid w:val="008F19E7"/>
    <w:rsid w:val="008F22E6"/>
    <w:rsid w:val="008F26A1"/>
    <w:rsid w:val="008F2A66"/>
    <w:rsid w:val="008F2E65"/>
    <w:rsid w:val="008F3D7F"/>
    <w:rsid w:val="008F5372"/>
    <w:rsid w:val="008F60B1"/>
    <w:rsid w:val="008F6D3B"/>
    <w:rsid w:val="008F7168"/>
    <w:rsid w:val="008F7D8C"/>
    <w:rsid w:val="00900327"/>
    <w:rsid w:val="00901251"/>
    <w:rsid w:val="009053C9"/>
    <w:rsid w:val="0090569C"/>
    <w:rsid w:val="0090609E"/>
    <w:rsid w:val="00906DD7"/>
    <w:rsid w:val="009074DD"/>
    <w:rsid w:val="00907CA8"/>
    <w:rsid w:val="009118FD"/>
    <w:rsid w:val="00915085"/>
    <w:rsid w:val="00916DEE"/>
    <w:rsid w:val="009219E7"/>
    <w:rsid w:val="00922EFF"/>
    <w:rsid w:val="00924170"/>
    <w:rsid w:val="0092470D"/>
    <w:rsid w:val="009264DD"/>
    <w:rsid w:val="00931852"/>
    <w:rsid w:val="009319A0"/>
    <w:rsid w:val="00932151"/>
    <w:rsid w:val="009327B4"/>
    <w:rsid w:val="009346B0"/>
    <w:rsid w:val="00935FA3"/>
    <w:rsid w:val="009368E6"/>
    <w:rsid w:val="009408CF"/>
    <w:rsid w:val="009414C6"/>
    <w:rsid w:val="0094165F"/>
    <w:rsid w:val="00942936"/>
    <w:rsid w:val="00945FAD"/>
    <w:rsid w:val="00946191"/>
    <w:rsid w:val="009461AC"/>
    <w:rsid w:val="009528DC"/>
    <w:rsid w:val="00952BA4"/>
    <w:rsid w:val="00952F0A"/>
    <w:rsid w:val="009563C8"/>
    <w:rsid w:val="00961C0F"/>
    <w:rsid w:val="0096608C"/>
    <w:rsid w:val="009665EF"/>
    <w:rsid w:val="009708EA"/>
    <w:rsid w:val="00971305"/>
    <w:rsid w:val="009727AC"/>
    <w:rsid w:val="00973516"/>
    <w:rsid w:val="00974BD3"/>
    <w:rsid w:val="00974D2B"/>
    <w:rsid w:val="009808D0"/>
    <w:rsid w:val="00981127"/>
    <w:rsid w:val="00982B39"/>
    <w:rsid w:val="00985095"/>
    <w:rsid w:val="00985836"/>
    <w:rsid w:val="00985A96"/>
    <w:rsid w:val="00986AAE"/>
    <w:rsid w:val="00987102"/>
    <w:rsid w:val="009879F3"/>
    <w:rsid w:val="00990D3F"/>
    <w:rsid w:val="009918E4"/>
    <w:rsid w:val="00995DCD"/>
    <w:rsid w:val="009A0008"/>
    <w:rsid w:val="009A2BFE"/>
    <w:rsid w:val="009A492A"/>
    <w:rsid w:val="009A54F8"/>
    <w:rsid w:val="009A657F"/>
    <w:rsid w:val="009B001D"/>
    <w:rsid w:val="009B1ABB"/>
    <w:rsid w:val="009B263C"/>
    <w:rsid w:val="009B268A"/>
    <w:rsid w:val="009B622D"/>
    <w:rsid w:val="009B6721"/>
    <w:rsid w:val="009B6DF8"/>
    <w:rsid w:val="009B70BB"/>
    <w:rsid w:val="009C065B"/>
    <w:rsid w:val="009C0FC2"/>
    <w:rsid w:val="009C1302"/>
    <w:rsid w:val="009C3ED8"/>
    <w:rsid w:val="009C5352"/>
    <w:rsid w:val="009C5E52"/>
    <w:rsid w:val="009D006D"/>
    <w:rsid w:val="009D0DD7"/>
    <w:rsid w:val="009D6931"/>
    <w:rsid w:val="009D755C"/>
    <w:rsid w:val="009D7B15"/>
    <w:rsid w:val="009E0E3C"/>
    <w:rsid w:val="009E1111"/>
    <w:rsid w:val="009E1650"/>
    <w:rsid w:val="009E26B4"/>
    <w:rsid w:val="009E3367"/>
    <w:rsid w:val="009E38D9"/>
    <w:rsid w:val="009E414F"/>
    <w:rsid w:val="009E52FA"/>
    <w:rsid w:val="009E55AC"/>
    <w:rsid w:val="009E6265"/>
    <w:rsid w:val="009E7428"/>
    <w:rsid w:val="009F0163"/>
    <w:rsid w:val="009F0AAC"/>
    <w:rsid w:val="009F0BD4"/>
    <w:rsid w:val="009F3050"/>
    <w:rsid w:val="009F319A"/>
    <w:rsid w:val="009F418E"/>
    <w:rsid w:val="009F7F8D"/>
    <w:rsid w:val="00A00781"/>
    <w:rsid w:val="00A00A90"/>
    <w:rsid w:val="00A01165"/>
    <w:rsid w:val="00A01D83"/>
    <w:rsid w:val="00A040FF"/>
    <w:rsid w:val="00A04AE8"/>
    <w:rsid w:val="00A0500E"/>
    <w:rsid w:val="00A050F7"/>
    <w:rsid w:val="00A108F3"/>
    <w:rsid w:val="00A11A62"/>
    <w:rsid w:val="00A11D37"/>
    <w:rsid w:val="00A12223"/>
    <w:rsid w:val="00A13008"/>
    <w:rsid w:val="00A13BDB"/>
    <w:rsid w:val="00A146B8"/>
    <w:rsid w:val="00A159AC"/>
    <w:rsid w:val="00A16762"/>
    <w:rsid w:val="00A21973"/>
    <w:rsid w:val="00A23742"/>
    <w:rsid w:val="00A24507"/>
    <w:rsid w:val="00A24D16"/>
    <w:rsid w:val="00A2566F"/>
    <w:rsid w:val="00A25795"/>
    <w:rsid w:val="00A25FD0"/>
    <w:rsid w:val="00A30B25"/>
    <w:rsid w:val="00A320A7"/>
    <w:rsid w:val="00A3260D"/>
    <w:rsid w:val="00A341A1"/>
    <w:rsid w:val="00A342D8"/>
    <w:rsid w:val="00A342DF"/>
    <w:rsid w:val="00A34870"/>
    <w:rsid w:val="00A36721"/>
    <w:rsid w:val="00A36B07"/>
    <w:rsid w:val="00A4061C"/>
    <w:rsid w:val="00A40C7C"/>
    <w:rsid w:val="00A40E18"/>
    <w:rsid w:val="00A40FBE"/>
    <w:rsid w:val="00A41BBF"/>
    <w:rsid w:val="00A42B90"/>
    <w:rsid w:val="00A4441F"/>
    <w:rsid w:val="00A447E7"/>
    <w:rsid w:val="00A47813"/>
    <w:rsid w:val="00A479C8"/>
    <w:rsid w:val="00A50B4E"/>
    <w:rsid w:val="00A51393"/>
    <w:rsid w:val="00A51756"/>
    <w:rsid w:val="00A51FB5"/>
    <w:rsid w:val="00A53C08"/>
    <w:rsid w:val="00A53CE0"/>
    <w:rsid w:val="00A53D0C"/>
    <w:rsid w:val="00A558C9"/>
    <w:rsid w:val="00A56B6D"/>
    <w:rsid w:val="00A56C5E"/>
    <w:rsid w:val="00A56D1C"/>
    <w:rsid w:val="00A6124D"/>
    <w:rsid w:val="00A62616"/>
    <w:rsid w:val="00A62ED6"/>
    <w:rsid w:val="00A631E9"/>
    <w:rsid w:val="00A65C5C"/>
    <w:rsid w:val="00A66BAF"/>
    <w:rsid w:val="00A67AE9"/>
    <w:rsid w:val="00A70C30"/>
    <w:rsid w:val="00A71F97"/>
    <w:rsid w:val="00A72D20"/>
    <w:rsid w:val="00A73807"/>
    <w:rsid w:val="00A73EC0"/>
    <w:rsid w:val="00A755D0"/>
    <w:rsid w:val="00A770EE"/>
    <w:rsid w:val="00A77DCD"/>
    <w:rsid w:val="00A810DC"/>
    <w:rsid w:val="00A828E6"/>
    <w:rsid w:val="00A83B79"/>
    <w:rsid w:val="00A8502E"/>
    <w:rsid w:val="00A903AA"/>
    <w:rsid w:val="00A90D65"/>
    <w:rsid w:val="00A91534"/>
    <w:rsid w:val="00A9202D"/>
    <w:rsid w:val="00A92A81"/>
    <w:rsid w:val="00A93E5B"/>
    <w:rsid w:val="00AA31FC"/>
    <w:rsid w:val="00AA33D1"/>
    <w:rsid w:val="00AA3DAE"/>
    <w:rsid w:val="00AA4477"/>
    <w:rsid w:val="00AA5B06"/>
    <w:rsid w:val="00AA6651"/>
    <w:rsid w:val="00AB039C"/>
    <w:rsid w:val="00AB1094"/>
    <w:rsid w:val="00AB2034"/>
    <w:rsid w:val="00AB2F5F"/>
    <w:rsid w:val="00AB5AD0"/>
    <w:rsid w:val="00AC02F5"/>
    <w:rsid w:val="00AC0323"/>
    <w:rsid w:val="00AC0D42"/>
    <w:rsid w:val="00AC3221"/>
    <w:rsid w:val="00AC5C59"/>
    <w:rsid w:val="00AC6740"/>
    <w:rsid w:val="00AD08F7"/>
    <w:rsid w:val="00AD0FAB"/>
    <w:rsid w:val="00AD104A"/>
    <w:rsid w:val="00AD1C9C"/>
    <w:rsid w:val="00AD277A"/>
    <w:rsid w:val="00AD3496"/>
    <w:rsid w:val="00AD3682"/>
    <w:rsid w:val="00AD49CD"/>
    <w:rsid w:val="00AD64A7"/>
    <w:rsid w:val="00AD78B2"/>
    <w:rsid w:val="00AE45DC"/>
    <w:rsid w:val="00AE46FF"/>
    <w:rsid w:val="00AF0125"/>
    <w:rsid w:val="00AF2D99"/>
    <w:rsid w:val="00AF2F8D"/>
    <w:rsid w:val="00AF46FC"/>
    <w:rsid w:val="00AF6489"/>
    <w:rsid w:val="00AF6BC5"/>
    <w:rsid w:val="00AF7935"/>
    <w:rsid w:val="00B01585"/>
    <w:rsid w:val="00B02024"/>
    <w:rsid w:val="00B02777"/>
    <w:rsid w:val="00B04924"/>
    <w:rsid w:val="00B06F0A"/>
    <w:rsid w:val="00B07328"/>
    <w:rsid w:val="00B075B0"/>
    <w:rsid w:val="00B10122"/>
    <w:rsid w:val="00B11454"/>
    <w:rsid w:val="00B13375"/>
    <w:rsid w:val="00B158BB"/>
    <w:rsid w:val="00B15DB9"/>
    <w:rsid w:val="00B15E03"/>
    <w:rsid w:val="00B15E08"/>
    <w:rsid w:val="00B177F4"/>
    <w:rsid w:val="00B207A9"/>
    <w:rsid w:val="00B2116F"/>
    <w:rsid w:val="00B219EE"/>
    <w:rsid w:val="00B225BF"/>
    <w:rsid w:val="00B22E7B"/>
    <w:rsid w:val="00B24148"/>
    <w:rsid w:val="00B309AB"/>
    <w:rsid w:val="00B314A0"/>
    <w:rsid w:val="00B32ADB"/>
    <w:rsid w:val="00B34FA7"/>
    <w:rsid w:val="00B35127"/>
    <w:rsid w:val="00B35650"/>
    <w:rsid w:val="00B36471"/>
    <w:rsid w:val="00B37739"/>
    <w:rsid w:val="00B40912"/>
    <w:rsid w:val="00B42967"/>
    <w:rsid w:val="00B42B06"/>
    <w:rsid w:val="00B44871"/>
    <w:rsid w:val="00B46E86"/>
    <w:rsid w:val="00B47446"/>
    <w:rsid w:val="00B47892"/>
    <w:rsid w:val="00B50395"/>
    <w:rsid w:val="00B50BBB"/>
    <w:rsid w:val="00B50D84"/>
    <w:rsid w:val="00B51DA8"/>
    <w:rsid w:val="00B52A85"/>
    <w:rsid w:val="00B52BAE"/>
    <w:rsid w:val="00B531E4"/>
    <w:rsid w:val="00B55771"/>
    <w:rsid w:val="00B55E89"/>
    <w:rsid w:val="00B5780E"/>
    <w:rsid w:val="00B57977"/>
    <w:rsid w:val="00B60AAD"/>
    <w:rsid w:val="00B616B9"/>
    <w:rsid w:val="00B636A0"/>
    <w:rsid w:val="00B6434B"/>
    <w:rsid w:val="00B65B73"/>
    <w:rsid w:val="00B67590"/>
    <w:rsid w:val="00B72534"/>
    <w:rsid w:val="00B7507D"/>
    <w:rsid w:val="00B8123C"/>
    <w:rsid w:val="00B81658"/>
    <w:rsid w:val="00B82301"/>
    <w:rsid w:val="00B840FA"/>
    <w:rsid w:val="00B85A83"/>
    <w:rsid w:val="00B874D6"/>
    <w:rsid w:val="00B9124F"/>
    <w:rsid w:val="00B91679"/>
    <w:rsid w:val="00B936D2"/>
    <w:rsid w:val="00B9749C"/>
    <w:rsid w:val="00B97D2B"/>
    <w:rsid w:val="00BA1E2E"/>
    <w:rsid w:val="00BA1F1B"/>
    <w:rsid w:val="00BA20FA"/>
    <w:rsid w:val="00BA4D13"/>
    <w:rsid w:val="00BA65FE"/>
    <w:rsid w:val="00BA7900"/>
    <w:rsid w:val="00BB1012"/>
    <w:rsid w:val="00BB39F4"/>
    <w:rsid w:val="00BB3B39"/>
    <w:rsid w:val="00BB4DC4"/>
    <w:rsid w:val="00BB52AE"/>
    <w:rsid w:val="00BC0210"/>
    <w:rsid w:val="00BC0645"/>
    <w:rsid w:val="00BC175C"/>
    <w:rsid w:val="00BC1EEA"/>
    <w:rsid w:val="00BC2FBF"/>
    <w:rsid w:val="00BC31C7"/>
    <w:rsid w:val="00BC32A5"/>
    <w:rsid w:val="00BD0169"/>
    <w:rsid w:val="00BD29E9"/>
    <w:rsid w:val="00BD312F"/>
    <w:rsid w:val="00BD556E"/>
    <w:rsid w:val="00BD5CAC"/>
    <w:rsid w:val="00BD615F"/>
    <w:rsid w:val="00BE2F1D"/>
    <w:rsid w:val="00BE5767"/>
    <w:rsid w:val="00BF1083"/>
    <w:rsid w:val="00BF247D"/>
    <w:rsid w:val="00BF3849"/>
    <w:rsid w:val="00BF388C"/>
    <w:rsid w:val="00BF38C7"/>
    <w:rsid w:val="00BF4870"/>
    <w:rsid w:val="00BF50D7"/>
    <w:rsid w:val="00BF5CB4"/>
    <w:rsid w:val="00BF5EEA"/>
    <w:rsid w:val="00BF5FBF"/>
    <w:rsid w:val="00C004A5"/>
    <w:rsid w:val="00C016E4"/>
    <w:rsid w:val="00C01BC5"/>
    <w:rsid w:val="00C03FD0"/>
    <w:rsid w:val="00C042F5"/>
    <w:rsid w:val="00C04D91"/>
    <w:rsid w:val="00C054C8"/>
    <w:rsid w:val="00C05FC1"/>
    <w:rsid w:val="00C07254"/>
    <w:rsid w:val="00C10230"/>
    <w:rsid w:val="00C10CA4"/>
    <w:rsid w:val="00C11EBA"/>
    <w:rsid w:val="00C121A4"/>
    <w:rsid w:val="00C12F9A"/>
    <w:rsid w:val="00C13533"/>
    <w:rsid w:val="00C135D7"/>
    <w:rsid w:val="00C141F6"/>
    <w:rsid w:val="00C20F1C"/>
    <w:rsid w:val="00C21964"/>
    <w:rsid w:val="00C21CC6"/>
    <w:rsid w:val="00C23919"/>
    <w:rsid w:val="00C24A06"/>
    <w:rsid w:val="00C255F2"/>
    <w:rsid w:val="00C26564"/>
    <w:rsid w:val="00C26B3A"/>
    <w:rsid w:val="00C26CA2"/>
    <w:rsid w:val="00C27B44"/>
    <w:rsid w:val="00C27F8A"/>
    <w:rsid w:val="00C30ED9"/>
    <w:rsid w:val="00C32BD1"/>
    <w:rsid w:val="00C34299"/>
    <w:rsid w:val="00C3656F"/>
    <w:rsid w:val="00C41159"/>
    <w:rsid w:val="00C41811"/>
    <w:rsid w:val="00C447A2"/>
    <w:rsid w:val="00C4506E"/>
    <w:rsid w:val="00C52258"/>
    <w:rsid w:val="00C52302"/>
    <w:rsid w:val="00C53B65"/>
    <w:rsid w:val="00C54E15"/>
    <w:rsid w:val="00C55703"/>
    <w:rsid w:val="00C577B7"/>
    <w:rsid w:val="00C61A98"/>
    <w:rsid w:val="00C62A55"/>
    <w:rsid w:val="00C6502B"/>
    <w:rsid w:val="00C66024"/>
    <w:rsid w:val="00C702E2"/>
    <w:rsid w:val="00C71A6F"/>
    <w:rsid w:val="00C71DA2"/>
    <w:rsid w:val="00C7332E"/>
    <w:rsid w:val="00C75318"/>
    <w:rsid w:val="00C75A78"/>
    <w:rsid w:val="00C77B84"/>
    <w:rsid w:val="00C77D6A"/>
    <w:rsid w:val="00C8002E"/>
    <w:rsid w:val="00C8072A"/>
    <w:rsid w:val="00C82943"/>
    <w:rsid w:val="00C83774"/>
    <w:rsid w:val="00C86BBE"/>
    <w:rsid w:val="00C90371"/>
    <w:rsid w:val="00C903FE"/>
    <w:rsid w:val="00C90581"/>
    <w:rsid w:val="00C91911"/>
    <w:rsid w:val="00C92DC7"/>
    <w:rsid w:val="00CA1F69"/>
    <w:rsid w:val="00CA4643"/>
    <w:rsid w:val="00CA46E9"/>
    <w:rsid w:val="00CA6318"/>
    <w:rsid w:val="00CA7FEF"/>
    <w:rsid w:val="00CB0EB3"/>
    <w:rsid w:val="00CB1F8A"/>
    <w:rsid w:val="00CB2B13"/>
    <w:rsid w:val="00CB6A2B"/>
    <w:rsid w:val="00CB6FAD"/>
    <w:rsid w:val="00CC0B8D"/>
    <w:rsid w:val="00CC1A09"/>
    <w:rsid w:val="00CC20E6"/>
    <w:rsid w:val="00CC3358"/>
    <w:rsid w:val="00CC3964"/>
    <w:rsid w:val="00CC3974"/>
    <w:rsid w:val="00CC42B7"/>
    <w:rsid w:val="00CC4930"/>
    <w:rsid w:val="00CC63BC"/>
    <w:rsid w:val="00CC710D"/>
    <w:rsid w:val="00CD0601"/>
    <w:rsid w:val="00CD3004"/>
    <w:rsid w:val="00CD3EFA"/>
    <w:rsid w:val="00CD4707"/>
    <w:rsid w:val="00CD4B77"/>
    <w:rsid w:val="00CD6419"/>
    <w:rsid w:val="00CD67FA"/>
    <w:rsid w:val="00CD6B0F"/>
    <w:rsid w:val="00CD6DA7"/>
    <w:rsid w:val="00CD7706"/>
    <w:rsid w:val="00CD7FB4"/>
    <w:rsid w:val="00CE17CD"/>
    <w:rsid w:val="00CE191B"/>
    <w:rsid w:val="00CE217E"/>
    <w:rsid w:val="00CE3A66"/>
    <w:rsid w:val="00CE53FE"/>
    <w:rsid w:val="00CE5887"/>
    <w:rsid w:val="00CE7567"/>
    <w:rsid w:val="00CF116F"/>
    <w:rsid w:val="00CF5766"/>
    <w:rsid w:val="00CF6175"/>
    <w:rsid w:val="00CF69A2"/>
    <w:rsid w:val="00CF6E8D"/>
    <w:rsid w:val="00CF7095"/>
    <w:rsid w:val="00D00471"/>
    <w:rsid w:val="00D060DF"/>
    <w:rsid w:val="00D06DFF"/>
    <w:rsid w:val="00D0793E"/>
    <w:rsid w:val="00D1091D"/>
    <w:rsid w:val="00D11548"/>
    <w:rsid w:val="00D12084"/>
    <w:rsid w:val="00D14029"/>
    <w:rsid w:val="00D159C8"/>
    <w:rsid w:val="00D15D51"/>
    <w:rsid w:val="00D2127C"/>
    <w:rsid w:val="00D21A83"/>
    <w:rsid w:val="00D225D8"/>
    <w:rsid w:val="00D22BD0"/>
    <w:rsid w:val="00D231E0"/>
    <w:rsid w:val="00D23ED2"/>
    <w:rsid w:val="00D27906"/>
    <w:rsid w:val="00D27CA8"/>
    <w:rsid w:val="00D3029B"/>
    <w:rsid w:val="00D30E8B"/>
    <w:rsid w:val="00D31377"/>
    <w:rsid w:val="00D35A80"/>
    <w:rsid w:val="00D36C5A"/>
    <w:rsid w:val="00D40812"/>
    <w:rsid w:val="00D40EE0"/>
    <w:rsid w:val="00D41A06"/>
    <w:rsid w:val="00D428A1"/>
    <w:rsid w:val="00D42E8F"/>
    <w:rsid w:val="00D45E2B"/>
    <w:rsid w:val="00D47919"/>
    <w:rsid w:val="00D47CE3"/>
    <w:rsid w:val="00D52251"/>
    <w:rsid w:val="00D5398F"/>
    <w:rsid w:val="00D55723"/>
    <w:rsid w:val="00D6054B"/>
    <w:rsid w:val="00D60945"/>
    <w:rsid w:val="00D619E1"/>
    <w:rsid w:val="00D62ECA"/>
    <w:rsid w:val="00D65374"/>
    <w:rsid w:val="00D654AA"/>
    <w:rsid w:val="00D71770"/>
    <w:rsid w:val="00D720B8"/>
    <w:rsid w:val="00D746F0"/>
    <w:rsid w:val="00D77553"/>
    <w:rsid w:val="00D80580"/>
    <w:rsid w:val="00D80677"/>
    <w:rsid w:val="00D81AF3"/>
    <w:rsid w:val="00D81F21"/>
    <w:rsid w:val="00D83981"/>
    <w:rsid w:val="00D83B51"/>
    <w:rsid w:val="00D83FE5"/>
    <w:rsid w:val="00D84EC9"/>
    <w:rsid w:val="00D86851"/>
    <w:rsid w:val="00D87392"/>
    <w:rsid w:val="00D90581"/>
    <w:rsid w:val="00D922D8"/>
    <w:rsid w:val="00D930E2"/>
    <w:rsid w:val="00D93C0D"/>
    <w:rsid w:val="00D94309"/>
    <w:rsid w:val="00D94525"/>
    <w:rsid w:val="00D95983"/>
    <w:rsid w:val="00D962B9"/>
    <w:rsid w:val="00D97A83"/>
    <w:rsid w:val="00DA0B12"/>
    <w:rsid w:val="00DA271B"/>
    <w:rsid w:val="00DA2F48"/>
    <w:rsid w:val="00DA5DB2"/>
    <w:rsid w:val="00DB13D5"/>
    <w:rsid w:val="00DB1C16"/>
    <w:rsid w:val="00DB299F"/>
    <w:rsid w:val="00DB2C28"/>
    <w:rsid w:val="00DB4B27"/>
    <w:rsid w:val="00DB558B"/>
    <w:rsid w:val="00DB6358"/>
    <w:rsid w:val="00DC0751"/>
    <w:rsid w:val="00DC0C91"/>
    <w:rsid w:val="00DC1722"/>
    <w:rsid w:val="00DC452B"/>
    <w:rsid w:val="00DC481A"/>
    <w:rsid w:val="00DC48B7"/>
    <w:rsid w:val="00DC4DEB"/>
    <w:rsid w:val="00DC5D2D"/>
    <w:rsid w:val="00DC6E00"/>
    <w:rsid w:val="00DC7EA6"/>
    <w:rsid w:val="00DD14BF"/>
    <w:rsid w:val="00DD1EA1"/>
    <w:rsid w:val="00DD361D"/>
    <w:rsid w:val="00DD56A3"/>
    <w:rsid w:val="00DD6869"/>
    <w:rsid w:val="00DD71E6"/>
    <w:rsid w:val="00DE1E6C"/>
    <w:rsid w:val="00DE3270"/>
    <w:rsid w:val="00DE353C"/>
    <w:rsid w:val="00DE3D7B"/>
    <w:rsid w:val="00DE5023"/>
    <w:rsid w:val="00DE5D3C"/>
    <w:rsid w:val="00DE722D"/>
    <w:rsid w:val="00DE7A00"/>
    <w:rsid w:val="00DF00D6"/>
    <w:rsid w:val="00DF187E"/>
    <w:rsid w:val="00DF1DDB"/>
    <w:rsid w:val="00DF31F0"/>
    <w:rsid w:val="00DF5017"/>
    <w:rsid w:val="00DF713D"/>
    <w:rsid w:val="00DF7442"/>
    <w:rsid w:val="00E003BF"/>
    <w:rsid w:val="00E02142"/>
    <w:rsid w:val="00E02EDA"/>
    <w:rsid w:val="00E0509C"/>
    <w:rsid w:val="00E058CB"/>
    <w:rsid w:val="00E103D3"/>
    <w:rsid w:val="00E105EC"/>
    <w:rsid w:val="00E10605"/>
    <w:rsid w:val="00E10D6F"/>
    <w:rsid w:val="00E10F12"/>
    <w:rsid w:val="00E122CA"/>
    <w:rsid w:val="00E12F35"/>
    <w:rsid w:val="00E145C6"/>
    <w:rsid w:val="00E16F9F"/>
    <w:rsid w:val="00E2057A"/>
    <w:rsid w:val="00E20847"/>
    <w:rsid w:val="00E22B7C"/>
    <w:rsid w:val="00E22D8B"/>
    <w:rsid w:val="00E24503"/>
    <w:rsid w:val="00E246E2"/>
    <w:rsid w:val="00E26F4C"/>
    <w:rsid w:val="00E30648"/>
    <w:rsid w:val="00E30DF8"/>
    <w:rsid w:val="00E31AF9"/>
    <w:rsid w:val="00E33344"/>
    <w:rsid w:val="00E3714C"/>
    <w:rsid w:val="00E37BE1"/>
    <w:rsid w:val="00E41DE0"/>
    <w:rsid w:val="00E421F7"/>
    <w:rsid w:val="00E430D4"/>
    <w:rsid w:val="00E43BB3"/>
    <w:rsid w:val="00E4504E"/>
    <w:rsid w:val="00E45C29"/>
    <w:rsid w:val="00E47D85"/>
    <w:rsid w:val="00E50E01"/>
    <w:rsid w:val="00E515C6"/>
    <w:rsid w:val="00E5208F"/>
    <w:rsid w:val="00E52F25"/>
    <w:rsid w:val="00E5350E"/>
    <w:rsid w:val="00E5399F"/>
    <w:rsid w:val="00E5471A"/>
    <w:rsid w:val="00E5480C"/>
    <w:rsid w:val="00E61973"/>
    <w:rsid w:val="00E61BDF"/>
    <w:rsid w:val="00E61C82"/>
    <w:rsid w:val="00E61D6E"/>
    <w:rsid w:val="00E64B76"/>
    <w:rsid w:val="00E6620E"/>
    <w:rsid w:val="00E67784"/>
    <w:rsid w:val="00E71973"/>
    <w:rsid w:val="00E71B5D"/>
    <w:rsid w:val="00E72FC7"/>
    <w:rsid w:val="00E732CD"/>
    <w:rsid w:val="00E760FB"/>
    <w:rsid w:val="00E76E28"/>
    <w:rsid w:val="00E77AFA"/>
    <w:rsid w:val="00E811EA"/>
    <w:rsid w:val="00E8189E"/>
    <w:rsid w:val="00E81C28"/>
    <w:rsid w:val="00E83F53"/>
    <w:rsid w:val="00E84188"/>
    <w:rsid w:val="00E84ECD"/>
    <w:rsid w:val="00E86600"/>
    <w:rsid w:val="00E86625"/>
    <w:rsid w:val="00E86685"/>
    <w:rsid w:val="00E867D8"/>
    <w:rsid w:val="00E90141"/>
    <w:rsid w:val="00E90A9C"/>
    <w:rsid w:val="00E92147"/>
    <w:rsid w:val="00E92F32"/>
    <w:rsid w:val="00E946FB"/>
    <w:rsid w:val="00E94E48"/>
    <w:rsid w:val="00E9559D"/>
    <w:rsid w:val="00EA01DF"/>
    <w:rsid w:val="00EA0937"/>
    <w:rsid w:val="00EA6D1E"/>
    <w:rsid w:val="00EA74D2"/>
    <w:rsid w:val="00EA778B"/>
    <w:rsid w:val="00EB2FDA"/>
    <w:rsid w:val="00EB5027"/>
    <w:rsid w:val="00EB50D6"/>
    <w:rsid w:val="00EB5416"/>
    <w:rsid w:val="00EB6937"/>
    <w:rsid w:val="00EB7EE8"/>
    <w:rsid w:val="00EC43CB"/>
    <w:rsid w:val="00EC489A"/>
    <w:rsid w:val="00EC5527"/>
    <w:rsid w:val="00EC5DFE"/>
    <w:rsid w:val="00EC691A"/>
    <w:rsid w:val="00EC6944"/>
    <w:rsid w:val="00EC70FF"/>
    <w:rsid w:val="00EC78F0"/>
    <w:rsid w:val="00ED09E4"/>
    <w:rsid w:val="00ED1340"/>
    <w:rsid w:val="00ED16BC"/>
    <w:rsid w:val="00ED5B21"/>
    <w:rsid w:val="00ED7F2B"/>
    <w:rsid w:val="00EE0AAE"/>
    <w:rsid w:val="00EE113C"/>
    <w:rsid w:val="00EE16E0"/>
    <w:rsid w:val="00EE1735"/>
    <w:rsid w:val="00EE2044"/>
    <w:rsid w:val="00EE2DE4"/>
    <w:rsid w:val="00EE3D9B"/>
    <w:rsid w:val="00EE4A50"/>
    <w:rsid w:val="00EE76D6"/>
    <w:rsid w:val="00EF2551"/>
    <w:rsid w:val="00EF2592"/>
    <w:rsid w:val="00EF33D8"/>
    <w:rsid w:val="00EF3703"/>
    <w:rsid w:val="00EF458D"/>
    <w:rsid w:val="00EF6A0D"/>
    <w:rsid w:val="00F00824"/>
    <w:rsid w:val="00F0310E"/>
    <w:rsid w:val="00F0387B"/>
    <w:rsid w:val="00F03BE8"/>
    <w:rsid w:val="00F03CA6"/>
    <w:rsid w:val="00F125DB"/>
    <w:rsid w:val="00F12645"/>
    <w:rsid w:val="00F12FA1"/>
    <w:rsid w:val="00F13394"/>
    <w:rsid w:val="00F14301"/>
    <w:rsid w:val="00F14332"/>
    <w:rsid w:val="00F155E6"/>
    <w:rsid w:val="00F15DEC"/>
    <w:rsid w:val="00F17073"/>
    <w:rsid w:val="00F17526"/>
    <w:rsid w:val="00F20124"/>
    <w:rsid w:val="00F20AC2"/>
    <w:rsid w:val="00F21DBE"/>
    <w:rsid w:val="00F21EE6"/>
    <w:rsid w:val="00F22C34"/>
    <w:rsid w:val="00F23EFD"/>
    <w:rsid w:val="00F276D9"/>
    <w:rsid w:val="00F277B4"/>
    <w:rsid w:val="00F27CC5"/>
    <w:rsid w:val="00F31837"/>
    <w:rsid w:val="00F31B51"/>
    <w:rsid w:val="00F322AA"/>
    <w:rsid w:val="00F33063"/>
    <w:rsid w:val="00F35B66"/>
    <w:rsid w:val="00F35C56"/>
    <w:rsid w:val="00F37D3D"/>
    <w:rsid w:val="00F421A7"/>
    <w:rsid w:val="00F42429"/>
    <w:rsid w:val="00F42843"/>
    <w:rsid w:val="00F42965"/>
    <w:rsid w:val="00F43F6D"/>
    <w:rsid w:val="00F44EC6"/>
    <w:rsid w:val="00F5038C"/>
    <w:rsid w:val="00F50CBF"/>
    <w:rsid w:val="00F528C6"/>
    <w:rsid w:val="00F553A9"/>
    <w:rsid w:val="00F558FB"/>
    <w:rsid w:val="00F5655B"/>
    <w:rsid w:val="00F60000"/>
    <w:rsid w:val="00F62FD6"/>
    <w:rsid w:val="00F63617"/>
    <w:rsid w:val="00F64FED"/>
    <w:rsid w:val="00F656A4"/>
    <w:rsid w:val="00F662A9"/>
    <w:rsid w:val="00F67FD9"/>
    <w:rsid w:val="00F72816"/>
    <w:rsid w:val="00F73CEE"/>
    <w:rsid w:val="00F75DA9"/>
    <w:rsid w:val="00F77B69"/>
    <w:rsid w:val="00F77D1D"/>
    <w:rsid w:val="00F82C5D"/>
    <w:rsid w:val="00F835BF"/>
    <w:rsid w:val="00F8418D"/>
    <w:rsid w:val="00F84E78"/>
    <w:rsid w:val="00F84F83"/>
    <w:rsid w:val="00F85365"/>
    <w:rsid w:val="00F85F78"/>
    <w:rsid w:val="00F90097"/>
    <w:rsid w:val="00F90DDA"/>
    <w:rsid w:val="00F954E6"/>
    <w:rsid w:val="00F972CF"/>
    <w:rsid w:val="00F97362"/>
    <w:rsid w:val="00F97376"/>
    <w:rsid w:val="00F97546"/>
    <w:rsid w:val="00FA07B0"/>
    <w:rsid w:val="00FA139D"/>
    <w:rsid w:val="00FA1997"/>
    <w:rsid w:val="00FA1AC4"/>
    <w:rsid w:val="00FA1DC7"/>
    <w:rsid w:val="00FA6B85"/>
    <w:rsid w:val="00FA749F"/>
    <w:rsid w:val="00FA7610"/>
    <w:rsid w:val="00FB1134"/>
    <w:rsid w:val="00FB1B4D"/>
    <w:rsid w:val="00FB1EC6"/>
    <w:rsid w:val="00FB2429"/>
    <w:rsid w:val="00FB27A2"/>
    <w:rsid w:val="00FB477B"/>
    <w:rsid w:val="00FB6B10"/>
    <w:rsid w:val="00FC17EF"/>
    <w:rsid w:val="00FC4DF1"/>
    <w:rsid w:val="00FD1DEA"/>
    <w:rsid w:val="00FD24C4"/>
    <w:rsid w:val="00FD2534"/>
    <w:rsid w:val="00FD2A0F"/>
    <w:rsid w:val="00FD2FF2"/>
    <w:rsid w:val="00FD342F"/>
    <w:rsid w:val="00FD3EB2"/>
    <w:rsid w:val="00FE1B70"/>
    <w:rsid w:val="00FE25FE"/>
    <w:rsid w:val="00FE2C97"/>
    <w:rsid w:val="00FE3CCC"/>
    <w:rsid w:val="00FE41AB"/>
    <w:rsid w:val="00FE53A7"/>
    <w:rsid w:val="00FE5FAF"/>
    <w:rsid w:val="00FE6569"/>
    <w:rsid w:val="00FE7EEA"/>
    <w:rsid w:val="00FF0E4F"/>
    <w:rsid w:val="00FF1237"/>
    <w:rsid w:val="00FF14BC"/>
    <w:rsid w:val="00FF29D9"/>
    <w:rsid w:val="00FF34E8"/>
    <w:rsid w:val="00FF3CE8"/>
    <w:rsid w:val="00FF3EF3"/>
    <w:rsid w:val="00FF70AB"/>
    <w:rsid w:val="00FF7C01"/>
    <w:rsid w:val="02B0A79B"/>
    <w:rsid w:val="02F1163A"/>
    <w:rsid w:val="04C9362B"/>
    <w:rsid w:val="0521FE1A"/>
    <w:rsid w:val="05F876DF"/>
    <w:rsid w:val="06B8B33F"/>
    <w:rsid w:val="070D313B"/>
    <w:rsid w:val="0724BAF6"/>
    <w:rsid w:val="0805BBDD"/>
    <w:rsid w:val="08ED018C"/>
    <w:rsid w:val="0A5C28CB"/>
    <w:rsid w:val="0AD80234"/>
    <w:rsid w:val="0B2ACEEF"/>
    <w:rsid w:val="0C2FCEEC"/>
    <w:rsid w:val="0C3C27C0"/>
    <w:rsid w:val="0CDB13D0"/>
    <w:rsid w:val="0DEB267A"/>
    <w:rsid w:val="0EE94C61"/>
    <w:rsid w:val="0F399E9A"/>
    <w:rsid w:val="112C4773"/>
    <w:rsid w:val="11603488"/>
    <w:rsid w:val="11F0462B"/>
    <w:rsid w:val="11F8848B"/>
    <w:rsid w:val="122E01F3"/>
    <w:rsid w:val="1309BAB4"/>
    <w:rsid w:val="134E4796"/>
    <w:rsid w:val="139C4F68"/>
    <w:rsid w:val="13B8CC0D"/>
    <w:rsid w:val="15D18AD3"/>
    <w:rsid w:val="16471C61"/>
    <w:rsid w:val="16E51625"/>
    <w:rsid w:val="1724124C"/>
    <w:rsid w:val="1ACE293C"/>
    <w:rsid w:val="1B378F12"/>
    <w:rsid w:val="1BEEAE07"/>
    <w:rsid w:val="1D17894B"/>
    <w:rsid w:val="1D77FEA5"/>
    <w:rsid w:val="1DA01672"/>
    <w:rsid w:val="1DAF5642"/>
    <w:rsid w:val="1E51587C"/>
    <w:rsid w:val="1E68EA51"/>
    <w:rsid w:val="1F1489B3"/>
    <w:rsid w:val="213C1C1C"/>
    <w:rsid w:val="22B56610"/>
    <w:rsid w:val="23EFC756"/>
    <w:rsid w:val="248549E4"/>
    <w:rsid w:val="248D8A59"/>
    <w:rsid w:val="24E26B09"/>
    <w:rsid w:val="2523C993"/>
    <w:rsid w:val="2577DEDC"/>
    <w:rsid w:val="25AD2AC2"/>
    <w:rsid w:val="2618FEDD"/>
    <w:rsid w:val="27173656"/>
    <w:rsid w:val="27B0C0DC"/>
    <w:rsid w:val="287036BA"/>
    <w:rsid w:val="293123E5"/>
    <w:rsid w:val="2A1783CB"/>
    <w:rsid w:val="2A578F3B"/>
    <w:rsid w:val="2AAC92B0"/>
    <w:rsid w:val="2AF7B27C"/>
    <w:rsid w:val="2BF7E1B4"/>
    <w:rsid w:val="313710A3"/>
    <w:rsid w:val="321EDEA9"/>
    <w:rsid w:val="33012285"/>
    <w:rsid w:val="3359E1A3"/>
    <w:rsid w:val="33D8A690"/>
    <w:rsid w:val="3660D333"/>
    <w:rsid w:val="36DCAB15"/>
    <w:rsid w:val="37ACE3A7"/>
    <w:rsid w:val="37BA3BEB"/>
    <w:rsid w:val="38084BF7"/>
    <w:rsid w:val="38367869"/>
    <w:rsid w:val="3844E3F0"/>
    <w:rsid w:val="385801BC"/>
    <w:rsid w:val="38A04773"/>
    <w:rsid w:val="3A0F3616"/>
    <w:rsid w:val="3AEA8550"/>
    <w:rsid w:val="3B91CD79"/>
    <w:rsid w:val="3C1A6A3A"/>
    <w:rsid w:val="3DD6FC0A"/>
    <w:rsid w:val="4046FA40"/>
    <w:rsid w:val="408723BD"/>
    <w:rsid w:val="432B3C37"/>
    <w:rsid w:val="43962650"/>
    <w:rsid w:val="43C89D62"/>
    <w:rsid w:val="45562734"/>
    <w:rsid w:val="46090DEF"/>
    <w:rsid w:val="47FDE40C"/>
    <w:rsid w:val="484FC361"/>
    <w:rsid w:val="4B000508"/>
    <w:rsid w:val="4BB6903E"/>
    <w:rsid w:val="4C4A235D"/>
    <w:rsid w:val="4CFC665B"/>
    <w:rsid w:val="4D315249"/>
    <w:rsid w:val="4E17B62D"/>
    <w:rsid w:val="4FCDD05A"/>
    <w:rsid w:val="5167FAFF"/>
    <w:rsid w:val="516EE189"/>
    <w:rsid w:val="532952B3"/>
    <w:rsid w:val="544923FF"/>
    <w:rsid w:val="545C1E0C"/>
    <w:rsid w:val="5624C595"/>
    <w:rsid w:val="562F3364"/>
    <w:rsid w:val="56CC6CFF"/>
    <w:rsid w:val="57B992F3"/>
    <w:rsid w:val="5828D036"/>
    <w:rsid w:val="58CBC3C2"/>
    <w:rsid w:val="59BD0507"/>
    <w:rsid w:val="5BC3AB42"/>
    <w:rsid w:val="5C875935"/>
    <w:rsid w:val="5D6FDDD8"/>
    <w:rsid w:val="5EB231C8"/>
    <w:rsid w:val="5FEE7933"/>
    <w:rsid w:val="60BB5217"/>
    <w:rsid w:val="60C5AC5E"/>
    <w:rsid w:val="61465EDB"/>
    <w:rsid w:val="62B5A370"/>
    <w:rsid w:val="6450E8D3"/>
    <w:rsid w:val="65C0E05D"/>
    <w:rsid w:val="66BEC522"/>
    <w:rsid w:val="66CB514E"/>
    <w:rsid w:val="6707D9F2"/>
    <w:rsid w:val="6A635640"/>
    <w:rsid w:val="6A995F1D"/>
    <w:rsid w:val="6AA709EC"/>
    <w:rsid w:val="6AEE61F3"/>
    <w:rsid w:val="6B207F6A"/>
    <w:rsid w:val="6B90FFE2"/>
    <w:rsid w:val="6B939D32"/>
    <w:rsid w:val="6BD49E07"/>
    <w:rsid w:val="6BD4DB57"/>
    <w:rsid w:val="6DC28343"/>
    <w:rsid w:val="6E0FE905"/>
    <w:rsid w:val="6E18E2A5"/>
    <w:rsid w:val="6E92BB94"/>
    <w:rsid w:val="6EAAD3F5"/>
    <w:rsid w:val="6F5D3CCD"/>
    <w:rsid w:val="6F5E10CC"/>
    <w:rsid w:val="6F600A5C"/>
    <w:rsid w:val="6F631522"/>
    <w:rsid w:val="72155881"/>
    <w:rsid w:val="73563163"/>
    <w:rsid w:val="74503DF6"/>
    <w:rsid w:val="7580D271"/>
    <w:rsid w:val="7685934E"/>
    <w:rsid w:val="7700A0FF"/>
    <w:rsid w:val="78BCBBD5"/>
    <w:rsid w:val="79D4468F"/>
    <w:rsid w:val="7A1CC4B9"/>
    <w:rsid w:val="7AD4AC93"/>
    <w:rsid w:val="7BC819D8"/>
    <w:rsid w:val="7CED6132"/>
    <w:rsid w:val="7D5D39E8"/>
    <w:rsid w:val="7E476DD5"/>
    <w:rsid w:val="7FCC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15B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08F3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link w:val="Nadpis1Char"/>
    <w:uiPriority w:val="9"/>
    <w:qFormat/>
    <w:rsid w:val="00E02142"/>
    <w:pPr>
      <w:keepNext/>
      <w:numPr>
        <w:numId w:val="3"/>
      </w:numPr>
      <w:spacing w:before="480"/>
      <w:ind w:left="431" w:hanging="431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E02142"/>
    <w:pPr>
      <w:keepNext/>
      <w:numPr>
        <w:ilvl w:val="1"/>
        <w:numId w:val="3"/>
      </w:numPr>
      <w:spacing w:before="120"/>
      <w:ind w:left="578" w:hanging="578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E02142"/>
    <w:pPr>
      <w:keepNext/>
      <w:numPr>
        <w:ilvl w:val="2"/>
        <w:numId w:val="3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E02142"/>
    <w:pPr>
      <w:keepNext/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E02142"/>
    <w:pPr>
      <w:keepNext/>
      <w:numPr>
        <w:ilvl w:val="4"/>
        <w:numId w:val="3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E02142"/>
    <w:pPr>
      <w:keepNext/>
      <w:numPr>
        <w:ilvl w:val="5"/>
        <w:numId w:val="3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E02142"/>
    <w:pPr>
      <w:keepNext/>
      <w:numPr>
        <w:ilvl w:val="6"/>
        <w:numId w:val="3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02142"/>
    <w:pPr>
      <w:keepNext/>
      <w:numPr>
        <w:ilvl w:val="7"/>
        <w:numId w:val="3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E02142"/>
    <w:pPr>
      <w:keepNext/>
      <w:numPr>
        <w:ilvl w:val="8"/>
        <w:numId w:val="3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E02142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E02142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E02142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E02142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link w:val="ZpatChar"/>
    <w:rsid w:val="00E02142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E02142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E02142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rsid w:val="00E02142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E02142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E02142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E02142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rsid w:val="00E02142"/>
    <w:rPr>
      <w:sz w:val="16"/>
    </w:rPr>
  </w:style>
  <w:style w:type="paragraph" w:styleId="Textkomente">
    <w:name w:val="annotation text"/>
    <w:basedOn w:val="Normln"/>
    <w:link w:val="TextkomenteChar"/>
    <w:rsid w:val="00E02142"/>
    <w:rPr>
      <w:rFonts w:ascii="Arial" w:hAnsi="Arial"/>
    </w:rPr>
  </w:style>
  <w:style w:type="paragraph" w:styleId="Seznam">
    <w:name w:val="List"/>
    <w:basedOn w:val="Normln"/>
    <w:rsid w:val="00E02142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E02142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E02142"/>
  </w:style>
  <w:style w:type="character" w:styleId="Hypertextovodkaz">
    <w:name w:val="Hyperlink"/>
    <w:rsid w:val="00E02142"/>
    <w:rPr>
      <w:color w:val="0000FF"/>
      <w:u w:val="single"/>
    </w:rPr>
  </w:style>
  <w:style w:type="paragraph" w:styleId="Zkladntextodsazen3">
    <w:name w:val="Body Text Indent 3"/>
    <w:basedOn w:val="Normln"/>
    <w:rsid w:val="00E02142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E02142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E02142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E02142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numbering" w:styleId="111111">
    <w:name w:val="Outline List 2"/>
    <w:basedOn w:val="Bezseznamu"/>
    <w:rsid w:val="00C54E15"/>
    <w:pPr>
      <w:numPr>
        <w:numId w:val="4"/>
      </w:numPr>
    </w:pPr>
  </w:style>
  <w:style w:type="table" w:styleId="Mkatabulky">
    <w:name w:val="Table Grid"/>
    <w:basedOn w:val="Normlntabulka"/>
    <w:uiPriority w:val="59"/>
    <w:rsid w:val="00E8660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00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D27CA8"/>
    <w:rPr>
      <w:rFonts w:ascii="Arial" w:hAnsi="Arial"/>
      <w:noProof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1272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rsid w:val="00841272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rsid w:val="00841272"/>
    <w:rPr>
      <w:rFonts w:ascii="Arial" w:hAnsi="Arial"/>
      <w:noProof/>
      <w:sz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67661D"/>
    <w:pPr>
      <w:ind w:left="720"/>
      <w:contextualSpacing/>
    </w:pPr>
  </w:style>
  <w:style w:type="character" w:customStyle="1" w:styleId="hps">
    <w:name w:val="hps"/>
    <w:rsid w:val="00C26564"/>
  </w:style>
  <w:style w:type="character" w:customStyle="1" w:styleId="OdstavecseseznamemChar">
    <w:name w:val="Odstavec se seznamem Char"/>
    <w:link w:val="Odstavecseseznamem"/>
    <w:uiPriority w:val="34"/>
    <w:locked/>
    <w:rsid w:val="00916DEE"/>
    <w:rPr>
      <w:noProof/>
      <w:sz w:val="22"/>
    </w:rPr>
  </w:style>
  <w:style w:type="paragraph" w:customStyle="1" w:styleId="nzev2">
    <w:name w:val="název2"/>
    <w:basedOn w:val="Odstavecseseznamem"/>
    <w:link w:val="nzev2Char"/>
    <w:qFormat/>
    <w:rsid w:val="00DC0C91"/>
    <w:pPr>
      <w:numPr>
        <w:ilvl w:val="1"/>
        <w:numId w:val="6"/>
      </w:numPr>
      <w:spacing w:before="20" w:after="0" w:line="280" w:lineRule="atLeast"/>
      <w:ind w:right="-1"/>
    </w:pPr>
    <w:rPr>
      <w:rFonts w:ascii="Calibri" w:hAnsi="Calibri"/>
      <w:noProof w:val="0"/>
      <w:sz w:val="24"/>
      <w:lang w:eastAsia="de-DE"/>
    </w:rPr>
  </w:style>
  <w:style w:type="character" w:customStyle="1" w:styleId="nzev2Char">
    <w:name w:val="název2 Char"/>
    <w:basedOn w:val="Standardnpsmoodstavce"/>
    <w:link w:val="nzev2"/>
    <w:rsid w:val="00DC0C91"/>
    <w:rPr>
      <w:rFonts w:ascii="Calibri" w:hAnsi="Calibri"/>
      <w:sz w:val="24"/>
      <w:lang w:eastAsia="de-DE"/>
    </w:rPr>
  </w:style>
  <w:style w:type="paragraph" w:customStyle="1" w:styleId="Styl1">
    <w:name w:val="Styl1"/>
    <w:basedOn w:val="Odstavecseseznamem"/>
    <w:qFormat/>
    <w:rsid w:val="00DC0C91"/>
    <w:pPr>
      <w:numPr>
        <w:numId w:val="6"/>
      </w:numPr>
      <w:spacing w:before="20" w:after="0" w:line="280" w:lineRule="atLeast"/>
      <w:ind w:right="-1"/>
    </w:pPr>
    <w:rPr>
      <w:rFonts w:asciiTheme="minorHAnsi" w:hAnsiTheme="minorHAnsi" w:cstheme="minorHAnsi"/>
      <w:b/>
      <w:noProof w:val="0"/>
      <w:color w:val="365F91" w:themeColor="accent1" w:themeShade="BF"/>
      <w:sz w:val="28"/>
      <w:szCs w:val="28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8F19E7"/>
    <w:rPr>
      <w:noProof/>
      <w:sz w:val="22"/>
    </w:rPr>
  </w:style>
  <w:style w:type="character" w:customStyle="1" w:styleId="ZpatChar">
    <w:name w:val="Zápatí Char"/>
    <w:basedOn w:val="Standardnpsmoodstavce"/>
    <w:link w:val="Zpat"/>
    <w:rsid w:val="008F19E7"/>
    <w:rPr>
      <w:sz w:val="2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19E7"/>
    <w:rPr>
      <w:rFonts w:ascii="Tahoma" w:hAnsi="Tahoma" w:cs="Courier New"/>
      <w:noProof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8F19E7"/>
    <w:rPr>
      <w:b/>
      <w:bCs/>
      <w:noProof/>
      <w:sz w:val="2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E29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08F3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link w:val="Nadpis1Char"/>
    <w:uiPriority w:val="9"/>
    <w:qFormat/>
    <w:rsid w:val="00E02142"/>
    <w:pPr>
      <w:keepNext/>
      <w:numPr>
        <w:numId w:val="3"/>
      </w:numPr>
      <w:spacing w:before="480"/>
      <w:ind w:left="431" w:hanging="431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E02142"/>
    <w:pPr>
      <w:keepNext/>
      <w:numPr>
        <w:ilvl w:val="1"/>
        <w:numId w:val="3"/>
      </w:numPr>
      <w:spacing w:before="120"/>
      <w:ind w:left="578" w:hanging="578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E02142"/>
    <w:pPr>
      <w:keepNext/>
      <w:numPr>
        <w:ilvl w:val="2"/>
        <w:numId w:val="3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E02142"/>
    <w:pPr>
      <w:keepNext/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E02142"/>
    <w:pPr>
      <w:keepNext/>
      <w:numPr>
        <w:ilvl w:val="4"/>
        <w:numId w:val="3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E02142"/>
    <w:pPr>
      <w:keepNext/>
      <w:numPr>
        <w:ilvl w:val="5"/>
        <w:numId w:val="3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E02142"/>
    <w:pPr>
      <w:keepNext/>
      <w:numPr>
        <w:ilvl w:val="6"/>
        <w:numId w:val="3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02142"/>
    <w:pPr>
      <w:keepNext/>
      <w:numPr>
        <w:ilvl w:val="7"/>
        <w:numId w:val="3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E02142"/>
    <w:pPr>
      <w:keepNext/>
      <w:numPr>
        <w:ilvl w:val="8"/>
        <w:numId w:val="3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E02142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E02142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E02142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E02142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link w:val="ZpatChar"/>
    <w:rsid w:val="00E02142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E02142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E02142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rsid w:val="00E02142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E02142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E02142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E02142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rsid w:val="00E02142"/>
    <w:rPr>
      <w:sz w:val="16"/>
    </w:rPr>
  </w:style>
  <w:style w:type="paragraph" w:styleId="Textkomente">
    <w:name w:val="annotation text"/>
    <w:basedOn w:val="Normln"/>
    <w:link w:val="TextkomenteChar"/>
    <w:rsid w:val="00E02142"/>
    <w:rPr>
      <w:rFonts w:ascii="Arial" w:hAnsi="Arial"/>
    </w:rPr>
  </w:style>
  <w:style w:type="paragraph" w:styleId="Seznam">
    <w:name w:val="List"/>
    <w:basedOn w:val="Normln"/>
    <w:rsid w:val="00E02142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E02142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E02142"/>
  </w:style>
  <w:style w:type="character" w:styleId="Hypertextovodkaz">
    <w:name w:val="Hyperlink"/>
    <w:rsid w:val="00E02142"/>
    <w:rPr>
      <w:color w:val="0000FF"/>
      <w:u w:val="single"/>
    </w:rPr>
  </w:style>
  <w:style w:type="paragraph" w:styleId="Zkladntextodsazen3">
    <w:name w:val="Body Text Indent 3"/>
    <w:basedOn w:val="Normln"/>
    <w:rsid w:val="00E02142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E02142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E02142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E02142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numbering" w:styleId="111111">
    <w:name w:val="Outline List 2"/>
    <w:basedOn w:val="Bezseznamu"/>
    <w:rsid w:val="00C54E15"/>
    <w:pPr>
      <w:numPr>
        <w:numId w:val="4"/>
      </w:numPr>
    </w:pPr>
  </w:style>
  <w:style w:type="table" w:styleId="Mkatabulky">
    <w:name w:val="Table Grid"/>
    <w:basedOn w:val="Normlntabulka"/>
    <w:uiPriority w:val="59"/>
    <w:rsid w:val="00E8660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00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D27CA8"/>
    <w:rPr>
      <w:rFonts w:ascii="Arial" w:hAnsi="Arial"/>
      <w:noProof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1272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rsid w:val="00841272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rsid w:val="00841272"/>
    <w:rPr>
      <w:rFonts w:ascii="Arial" w:hAnsi="Arial"/>
      <w:noProof/>
      <w:sz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67661D"/>
    <w:pPr>
      <w:ind w:left="720"/>
      <w:contextualSpacing/>
    </w:pPr>
  </w:style>
  <w:style w:type="character" w:customStyle="1" w:styleId="hps">
    <w:name w:val="hps"/>
    <w:rsid w:val="00C26564"/>
  </w:style>
  <w:style w:type="character" w:customStyle="1" w:styleId="OdstavecseseznamemChar">
    <w:name w:val="Odstavec se seznamem Char"/>
    <w:link w:val="Odstavecseseznamem"/>
    <w:uiPriority w:val="34"/>
    <w:locked/>
    <w:rsid w:val="00916DEE"/>
    <w:rPr>
      <w:noProof/>
      <w:sz w:val="22"/>
    </w:rPr>
  </w:style>
  <w:style w:type="paragraph" w:customStyle="1" w:styleId="nzev2">
    <w:name w:val="název2"/>
    <w:basedOn w:val="Odstavecseseznamem"/>
    <w:link w:val="nzev2Char"/>
    <w:qFormat/>
    <w:rsid w:val="00DC0C91"/>
    <w:pPr>
      <w:numPr>
        <w:ilvl w:val="1"/>
        <w:numId w:val="6"/>
      </w:numPr>
      <w:spacing w:before="20" w:after="0" w:line="280" w:lineRule="atLeast"/>
      <w:ind w:right="-1"/>
    </w:pPr>
    <w:rPr>
      <w:rFonts w:ascii="Calibri" w:hAnsi="Calibri"/>
      <w:noProof w:val="0"/>
      <w:sz w:val="24"/>
      <w:lang w:eastAsia="de-DE"/>
    </w:rPr>
  </w:style>
  <w:style w:type="character" w:customStyle="1" w:styleId="nzev2Char">
    <w:name w:val="název2 Char"/>
    <w:basedOn w:val="Standardnpsmoodstavce"/>
    <w:link w:val="nzev2"/>
    <w:rsid w:val="00DC0C91"/>
    <w:rPr>
      <w:rFonts w:ascii="Calibri" w:hAnsi="Calibri"/>
      <w:sz w:val="24"/>
      <w:lang w:eastAsia="de-DE"/>
    </w:rPr>
  </w:style>
  <w:style w:type="paragraph" w:customStyle="1" w:styleId="Styl1">
    <w:name w:val="Styl1"/>
    <w:basedOn w:val="Odstavecseseznamem"/>
    <w:qFormat/>
    <w:rsid w:val="00DC0C91"/>
    <w:pPr>
      <w:numPr>
        <w:numId w:val="6"/>
      </w:numPr>
      <w:spacing w:before="20" w:after="0" w:line="280" w:lineRule="atLeast"/>
      <w:ind w:right="-1"/>
    </w:pPr>
    <w:rPr>
      <w:rFonts w:asciiTheme="minorHAnsi" w:hAnsiTheme="minorHAnsi" w:cstheme="minorHAnsi"/>
      <w:b/>
      <w:noProof w:val="0"/>
      <w:color w:val="365F91" w:themeColor="accent1" w:themeShade="BF"/>
      <w:sz w:val="28"/>
      <w:szCs w:val="28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8F19E7"/>
    <w:rPr>
      <w:noProof/>
      <w:sz w:val="22"/>
    </w:rPr>
  </w:style>
  <w:style w:type="character" w:customStyle="1" w:styleId="ZpatChar">
    <w:name w:val="Zápatí Char"/>
    <w:basedOn w:val="Standardnpsmoodstavce"/>
    <w:link w:val="Zpat"/>
    <w:rsid w:val="008F19E7"/>
    <w:rPr>
      <w:sz w:val="2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19E7"/>
    <w:rPr>
      <w:rFonts w:ascii="Tahoma" w:hAnsi="Tahoma" w:cs="Courier New"/>
      <w:noProof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8F19E7"/>
    <w:rPr>
      <w:b/>
      <w:bCs/>
      <w:noProof/>
      <w:sz w:val="2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E2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8e53a8c4088c4456" Type="http://schemas.microsoft.com/office/2018/08/relationships/commentsExtensible" Target="commentsExtensible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40AFB-F70C-4BAA-B4E0-F1C39A33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TL</Template>
  <TotalTime>81</TotalTime>
  <Pages>2</Pages>
  <Words>390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Distribuce, a.s.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Ovládací skříně pro DOÚS</dc:subject>
  <dc:creator>Kabele, Roman</dc:creator>
  <cp:keywords/>
  <cp:lastModifiedBy>Hlaváč</cp:lastModifiedBy>
  <cp:revision>11</cp:revision>
  <cp:lastPrinted>2019-10-22T19:08:00Z</cp:lastPrinted>
  <dcterms:created xsi:type="dcterms:W3CDTF">2020-06-04T06:55:00Z</dcterms:created>
  <dcterms:modified xsi:type="dcterms:W3CDTF">2020-08-26T08:21:00Z</dcterms:modified>
</cp:coreProperties>
</file>